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72" w:type="dxa"/>
        <w:tblInd w:w="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D4383B" w:rsidRPr="00711F99" w:rsidTr="00D4383B">
        <w:trPr>
          <w:trHeight w:val="2218"/>
        </w:trPr>
        <w:tc>
          <w:tcPr>
            <w:tcW w:w="4152" w:type="dxa"/>
          </w:tcPr>
          <w:p w:rsidR="00D4383B" w:rsidRPr="00711F99" w:rsidRDefault="00D4383B" w:rsidP="00B375BB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D4383B" w:rsidRPr="00711F99" w:rsidRDefault="00D4383B" w:rsidP="00B375BB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Align w:val="bottom"/>
          </w:tcPr>
          <w:p w:rsidR="00D4383B" w:rsidRPr="00711F99" w:rsidRDefault="00D4383B" w:rsidP="00D4383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1F99">
              <w:rPr>
                <w:rFonts w:ascii="PT Astra Serif" w:hAnsi="PT Astra Serif"/>
                <w:b/>
                <w:sz w:val="28"/>
                <w:szCs w:val="28"/>
              </w:rPr>
              <w:t>Председателю</w:t>
            </w:r>
          </w:p>
        </w:tc>
      </w:tr>
      <w:tr w:rsidR="00D4383B" w:rsidRPr="00711F99" w:rsidTr="009551D2">
        <w:trPr>
          <w:trHeight w:val="1125"/>
        </w:trPr>
        <w:tc>
          <w:tcPr>
            <w:tcW w:w="4152" w:type="dxa"/>
            <w:vAlign w:val="bottom"/>
          </w:tcPr>
          <w:p w:rsidR="009551D2" w:rsidRPr="00711F99" w:rsidRDefault="009551D2" w:rsidP="009551D2">
            <w:pPr>
              <w:rPr>
                <w:rFonts w:ascii="PT Astra Serif" w:hAnsi="PT Astra Serif"/>
                <w:color w:val="000000"/>
                <w:sz w:val="28"/>
              </w:rPr>
            </w:pPr>
            <w:r w:rsidRPr="00711F99">
              <w:rPr>
                <w:rFonts w:ascii="PT Astra Serif" w:hAnsi="PT Astra Serif"/>
                <w:color w:val="000000"/>
                <w:sz w:val="28"/>
              </w:rPr>
              <w:t>О направлении</w:t>
            </w:r>
          </w:p>
        </w:tc>
        <w:tc>
          <w:tcPr>
            <w:tcW w:w="1104" w:type="dxa"/>
            <w:vMerge w:val="restart"/>
          </w:tcPr>
          <w:p w:rsidR="00D4383B" w:rsidRPr="00711F99" w:rsidRDefault="00D4383B" w:rsidP="00B375BB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D4383B" w:rsidRPr="00711F99" w:rsidRDefault="00D4383B" w:rsidP="00D4383B">
            <w:pPr>
              <w:jc w:val="center"/>
              <w:rPr>
                <w:rFonts w:ascii="PT Astra Serif" w:hAnsi="PT Astra Serif"/>
                <w:b/>
                <w:sz w:val="28"/>
              </w:rPr>
            </w:pPr>
            <w:r w:rsidRPr="00711F99">
              <w:rPr>
                <w:rFonts w:ascii="PT Astra Serif" w:hAnsi="PT Astra Serif"/>
                <w:b/>
                <w:sz w:val="28"/>
                <w:szCs w:val="28"/>
              </w:rPr>
              <w:t>Законодательного</w:t>
            </w:r>
            <w:r w:rsidR="00401621" w:rsidRPr="00711F9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711F99">
              <w:rPr>
                <w:rFonts w:ascii="PT Astra Serif" w:hAnsi="PT Astra Serif"/>
                <w:b/>
                <w:sz w:val="28"/>
              </w:rPr>
              <w:t>Собрания Ульяновской области</w:t>
            </w:r>
          </w:p>
          <w:p w:rsidR="00D4383B" w:rsidRPr="00711F99" w:rsidRDefault="00D4383B" w:rsidP="00D4383B">
            <w:pPr>
              <w:jc w:val="center"/>
              <w:rPr>
                <w:rFonts w:ascii="PT Astra Serif" w:hAnsi="PT Astra Serif"/>
                <w:b/>
                <w:sz w:val="28"/>
              </w:rPr>
            </w:pPr>
          </w:p>
          <w:p w:rsidR="00D4383B" w:rsidRPr="00711F99" w:rsidRDefault="00BD16AC" w:rsidP="00D4383B">
            <w:pPr>
              <w:jc w:val="center"/>
              <w:rPr>
                <w:rFonts w:ascii="PT Astra Serif" w:hAnsi="PT Astra Serif"/>
                <w:b/>
                <w:sz w:val="28"/>
              </w:rPr>
            </w:pPr>
            <w:r w:rsidRPr="00711F99">
              <w:rPr>
                <w:rFonts w:ascii="PT Astra Serif" w:hAnsi="PT Astra Serif"/>
                <w:b/>
                <w:sz w:val="28"/>
              </w:rPr>
              <w:t>Малышеву В.В.</w:t>
            </w:r>
          </w:p>
          <w:p w:rsidR="00D4383B" w:rsidRPr="00711F99" w:rsidRDefault="00D4383B" w:rsidP="00D4383B">
            <w:pPr>
              <w:jc w:val="center"/>
              <w:rPr>
                <w:rFonts w:ascii="PT Astra Serif" w:hAnsi="PT Astra Serif"/>
                <w:b/>
                <w:sz w:val="28"/>
              </w:rPr>
            </w:pPr>
          </w:p>
          <w:p w:rsidR="00D4383B" w:rsidRPr="00711F99" w:rsidRDefault="00D4383B" w:rsidP="00D4383B">
            <w:pPr>
              <w:jc w:val="center"/>
              <w:rPr>
                <w:rFonts w:ascii="PT Astra Serif" w:hAnsi="PT Astra Serif"/>
                <w:b/>
                <w:sz w:val="28"/>
              </w:rPr>
            </w:pPr>
          </w:p>
          <w:p w:rsidR="00D4383B" w:rsidRPr="00711F99" w:rsidRDefault="00D4383B" w:rsidP="00D4383B">
            <w:pPr>
              <w:jc w:val="center"/>
              <w:rPr>
                <w:rFonts w:ascii="PT Astra Serif" w:hAnsi="PT Astra Serif"/>
                <w:b/>
                <w:sz w:val="28"/>
              </w:rPr>
            </w:pPr>
          </w:p>
        </w:tc>
      </w:tr>
      <w:tr w:rsidR="00D4383B" w:rsidRPr="00711F99" w:rsidTr="001F1966">
        <w:trPr>
          <w:trHeight w:val="1052"/>
        </w:trPr>
        <w:tc>
          <w:tcPr>
            <w:tcW w:w="4152" w:type="dxa"/>
          </w:tcPr>
          <w:p w:rsidR="00D4383B" w:rsidRPr="00711F99" w:rsidRDefault="009551D2" w:rsidP="00B375BB">
            <w:pPr>
              <w:rPr>
                <w:rFonts w:ascii="PT Astra Serif" w:hAnsi="PT Astra Serif"/>
                <w:color w:val="000000"/>
                <w:sz w:val="28"/>
              </w:rPr>
            </w:pPr>
            <w:r w:rsidRPr="00711F99">
              <w:rPr>
                <w:rFonts w:ascii="PT Astra Serif" w:hAnsi="PT Astra Serif"/>
                <w:color w:val="000000"/>
                <w:sz w:val="28"/>
              </w:rPr>
              <w:t>проекта закона</w:t>
            </w:r>
          </w:p>
        </w:tc>
        <w:tc>
          <w:tcPr>
            <w:tcW w:w="1104" w:type="dxa"/>
            <w:vMerge/>
          </w:tcPr>
          <w:p w:rsidR="00D4383B" w:rsidRPr="00711F99" w:rsidRDefault="00D4383B" w:rsidP="00B375BB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D4383B" w:rsidRPr="00711F99" w:rsidRDefault="00D4383B" w:rsidP="00B375BB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</w:tr>
    </w:tbl>
    <w:p w:rsidR="00C93ECF" w:rsidRPr="00711F99" w:rsidRDefault="00C93ECF" w:rsidP="0057004F">
      <w:pPr>
        <w:jc w:val="center"/>
        <w:rPr>
          <w:rFonts w:ascii="PT Astra Serif" w:hAnsi="PT Astra Serif"/>
          <w:b/>
          <w:sz w:val="28"/>
        </w:rPr>
      </w:pPr>
      <w:r w:rsidRPr="00711F99">
        <w:rPr>
          <w:rFonts w:ascii="PT Astra Serif" w:hAnsi="PT Astra Serif"/>
          <w:b/>
          <w:sz w:val="28"/>
        </w:rPr>
        <w:t xml:space="preserve">Уважаемый </w:t>
      </w:r>
      <w:r w:rsidR="00BD16AC" w:rsidRPr="00711F99">
        <w:rPr>
          <w:rFonts w:ascii="PT Astra Serif" w:hAnsi="PT Astra Serif"/>
          <w:b/>
          <w:sz w:val="28"/>
        </w:rPr>
        <w:t>Валерий Васильевич</w:t>
      </w:r>
      <w:r w:rsidRPr="00711F99">
        <w:rPr>
          <w:rFonts w:ascii="PT Astra Serif" w:hAnsi="PT Astra Serif"/>
          <w:b/>
          <w:sz w:val="28"/>
        </w:rPr>
        <w:t>!</w:t>
      </w:r>
    </w:p>
    <w:p w:rsidR="00C93ECF" w:rsidRPr="00711F99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992F4B">
      <w:pPr>
        <w:ind w:firstLine="709"/>
        <w:jc w:val="both"/>
        <w:rPr>
          <w:rFonts w:ascii="PT Astra Serif" w:hAnsi="PT Astra Serif"/>
          <w:spacing w:val="-4"/>
          <w:sz w:val="28"/>
        </w:rPr>
      </w:pPr>
      <w:r w:rsidRPr="00711F99">
        <w:rPr>
          <w:rFonts w:ascii="PT Astra Serif" w:hAnsi="PT Astra Serif"/>
          <w:spacing w:val="-4"/>
          <w:sz w:val="28"/>
        </w:rPr>
        <w:t xml:space="preserve">На основании части 1 статьи 15 Устава Ульяновской области </w:t>
      </w:r>
      <w:r w:rsidR="00096082" w:rsidRPr="00711F99">
        <w:rPr>
          <w:rFonts w:ascii="PT Astra Serif" w:hAnsi="PT Astra Serif"/>
          <w:spacing w:val="-4"/>
          <w:sz w:val="28"/>
        </w:rPr>
        <w:t>направляется для рассмотрения на заседании</w:t>
      </w:r>
      <w:r w:rsidRPr="00711F99">
        <w:rPr>
          <w:rFonts w:ascii="PT Astra Serif" w:hAnsi="PT Astra Serif"/>
          <w:spacing w:val="-4"/>
          <w:sz w:val="28"/>
        </w:rPr>
        <w:t xml:space="preserve"> Законодательного Собрания </w:t>
      </w:r>
      <w:r w:rsidR="00935F3E" w:rsidRPr="00711F99">
        <w:rPr>
          <w:rFonts w:ascii="PT Astra Serif" w:hAnsi="PT Astra Serif"/>
          <w:spacing w:val="-4"/>
          <w:sz w:val="28"/>
        </w:rPr>
        <w:t xml:space="preserve">Ульяновской </w:t>
      </w:r>
      <w:r w:rsidRPr="00711F99">
        <w:rPr>
          <w:rFonts w:ascii="PT Astra Serif" w:hAnsi="PT Astra Serif"/>
          <w:spacing w:val="-4"/>
          <w:sz w:val="28"/>
        </w:rPr>
        <w:t>области проект закона Ульяновской области «Об областном бюд</w:t>
      </w:r>
      <w:r w:rsidR="00FE096A" w:rsidRPr="00711F99">
        <w:rPr>
          <w:rFonts w:ascii="PT Astra Serif" w:hAnsi="PT Astra Serif"/>
          <w:spacing w:val="-4"/>
          <w:sz w:val="28"/>
        </w:rPr>
        <w:t>жете Ульяновской области на 20</w:t>
      </w:r>
      <w:r w:rsidR="00BE0259" w:rsidRPr="00711F99">
        <w:rPr>
          <w:rFonts w:ascii="PT Astra Serif" w:hAnsi="PT Astra Serif"/>
          <w:spacing w:val="-4"/>
          <w:sz w:val="28"/>
        </w:rPr>
        <w:t>2</w:t>
      </w:r>
      <w:r w:rsidR="000D0F35">
        <w:rPr>
          <w:rFonts w:ascii="PT Astra Serif" w:hAnsi="PT Astra Serif"/>
          <w:spacing w:val="-4"/>
          <w:sz w:val="28"/>
        </w:rPr>
        <w:t>1</w:t>
      </w:r>
      <w:r w:rsidR="00B375BB" w:rsidRPr="00711F99">
        <w:rPr>
          <w:rFonts w:ascii="PT Astra Serif" w:hAnsi="PT Astra Serif"/>
          <w:spacing w:val="-4"/>
          <w:sz w:val="28"/>
        </w:rPr>
        <w:t xml:space="preserve"> год</w:t>
      </w:r>
      <w:r w:rsidR="000447D7" w:rsidRPr="00711F99">
        <w:rPr>
          <w:rFonts w:ascii="PT Astra Serif" w:hAnsi="PT Astra Serif"/>
          <w:spacing w:val="-4"/>
          <w:sz w:val="28"/>
        </w:rPr>
        <w:t xml:space="preserve"> и на плановый период 20</w:t>
      </w:r>
      <w:r w:rsidR="005E4F01" w:rsidRPr="00711F99">
        <w:rPr>
          <w:rFonts w:ascii="PT Astra Serif" w:hAnsi="PT Astra Serif"/>
          <w:spacing w:val="-4"/>
          <w:sz w:val="28"/>
        </w:rPr>
        <w:t>2</w:t>
      </w:r>
      <w:r w:rsidR="000D0F35">
        <w:rPr>
          <w:rFonts w:ascii="PT Astra Serif" w:hAnsi="PT Astra Serif"/>
          <w:spacing w:val="-4"/>
          <w:sz w:val="28"/>
        </w:rPr>
        <w:t>2</w:t>
      </w:r>
      <w:r w:rsidR="000447D7" w:rsidRPr="00711F99">
        <w:rPr>
          <w:rFonts w:ascii="PT Astra Serif" w:hAnsi="PT Astra Serif"/>
          <w:spacing w:val="-4"/>
          <w:sz w:val="28"/>
        </w:rPr>
        <w:t xml:space="preserve"> и 20</w:t>
      </w:r>
      <w:r w:rsidR="007542C2" w:rsidRPr="00711F99">
        <w:rPr>
          <w:rFonts w:ascii="PT Astra Serif" w:hAnsi="PT Astra Serif"/>
          <w:spacing w:val="-4"/>
          <w:sz w:val="28"/>
        </w:rPr>
        <w:t>2</w:t>
      </w:r>
      <w:r w:rsidR="000D0F35">
        <w:rPr>
          <w:rFonts w:ascii="PT Astra Serif" w:hAnsi="PT Astra Serif"/>
          <w:spacing w:val="-4"/>
          <w:sz w:val="28"/>
        </w:rPr>
        <w:t>3</w:t>
      </w:r>
      <w:r w:rsidR="000447D7" w:rsidRPr="00711F99">
        <w:rPr>
          <w:rFonts w:ascii="PT Astra Serif" w:hAnsi="PT Astra Serif"/>
          <w:spacing w:val="-4"/>
          <w:sz w:val="28"/>
        </w:rPr>
        <w:t xml:space="preserve"> годов</w:t>
      </w:r>
      <w:r w:rsidRPr="00711F99">
        <w:rPr>
          <w:rFonts w:ascii="PT Astra Serif" w:hAnsi="PT Astra Serif"/>
          <w:spacing w:val="-4"/>
          <w:sz w:val="28"/>
        </w:rPr>
        <w:t>».</w:t>
      </w:r>
    </w:p>
    <w:p w:rsidR="00B375BB" w:rsidRPr="00711F99" w:rsidRDefault="00B375BB" w:rsidP="00992F4B">
      <w:pPr>
        <w:ind w:firstLine="709"/>
        <w:jc w:val="both"/>
        <w:rPr>
          <w:rFonts w:ascii="PT Astra Serif" w:hAnsi="PT Astra Serif"/>
          <w:spacing w:val="-4"/>
          <w:sz w:val="28"/>
        </w:rPr>
      </w:pPr>
      <w:r w:rsidRPr="00711F99">
        <w:rPr>
          <w:rFonts w:ascii="PT Astra Serif" w:hAnsi="PT Astra Serif"/>
          <w:spacing w:val="-4"/>
          <w:sz w:val="28"/>
        </w:rPr>
        <w:t>В соответствии со статьёй 184</w:t>
      </w:r>
      <w:r w:rsidRPr="00711F99">
        <w:rPr>
          <w:rFonts w:ascii="PT Astra Serif" w:hAnsi="PT Astra Serif"/>
          <w:spacing w:val="-4"/>
          <w:sz w:val="28"/>
          <w:vertAlign w:val="superscript"/>
        </w:rPr>
        <w:t>2</w:t>
      </w:r>
      <w:r w:rsidRPr="00711F99">
        <w:rPr>
          <w:rFonts w:ascii="PT Astra Serif" w:hAnsi="PT Astra Serif"/>
          <w:spacing w:val="-4"/>
          <w:sz w:val="28"/>
        </w:rPr>
        <w:t xml:space="preserve"> Бюджетного кодекса Российской Федерации направляются документы для рассмотрения проекта областного бюджета Ульяновской области </w:t>
      </w:r>
      <w:r w:rsidR="007542C2" w:rsidRPr="00711F99">
        <w:rPr>
          <w:rFonts w:ascii="PT Astra Serif" w:hAnsi="PT Astra Serif"/>
          <w:spacing w:val="-4"/>
          <w:sz w:val="28"/>
        </w:rPr>
        <w:t>на 20</w:t>
      </w:r>
      <w:r w:rsidR="00BE0259" w:rsidRPr="00711F99">
        <w:rPr>
          <w:rFonts w:ascii="PT Astra Serif" w:hAnsi="PT Astra Serif"/>
          <w:spacing w:val="-4"/>
          <w:sz w:val="28"/>
        </w:rPr>
        <w:t>2</w:t>
      </w:r>
      <w:r w:rsidR="000D0F35">
        <w:rPr>
          <w:rFonts w:ascii="PT Astra Serif" w:hAnsi="PT Astra Serif"/>
          <w:spacing w:val="-4"/>
          <w:sz w:val="28"/>
        </w:rPr>
        <w:t>1</w:t>
      </w:r>
      <w:r w:rsidR="007542C2" w:rsidRPr="00711F99">
        <w:rPr>
          <w:rFonts w:ascii="PT Astra Serif" w:hAnsi="PT Astra Serif"/>
          <w:spacing w:val="-4"/>
          <w:sz w:val="28"/>
        </w:rPr>
        <w:t xml:space="preserve"> год и на плановый период 20</w:t>
      </w:r>
      <w:r w:rsidR="005E4F01" w:rsidRPr="00711F99">
        <w:rPr>
          <w:rFonts w:ascii="PT Astra Serif" w:hAnsi="PT Astra Serif"/>
          <w:spacing w:val="-4"/>
          <w:sz w:val="28"/>
        </w:rPr>
        <w:t>2</w:t>
      </w:r>
      <w:r w:rsidR="000D0F35">
        <w:rPr>
          <w:rFonts w:ascii="PT Astra Serif" w:hAnsi="PT Astra Serif"/>
          <w:spacing w:val="-4"/>
          <w:sz w:val="28"/>
        </w:rPr>
        <w:t>2</w:t>
      </w:r>
      <w:r w:rsidR="007542C2" w:rsidRPr="00711F99">
        <w:rPr>
          <w:rFonts w:ascii="PT Astra Serif" w:hAnsi="PT Astra Serif"/>
          <w:spacing w:val="-4"/>
          <w:sz w:val="28"/>
        </w:rPr>
        <w:t xml:space="preserve"> и 202</w:t>
      </w:r>
      <w:r w:rsidR="000D0F35">
        <w:rPr>
          <w:rFonts w:ascii="PT Astra Serif" w:hAnsi="PT Astra Serif"/>
          <w:spacing w:val="-4"/>
          <w:sz w:val="28"/>
        </w:rPr>
        <w:t>3</w:t>
      </w:r>
      <w:r w:rsidR="007542C2" w:rsidRPr="00711F99">
        <w:rPr>
          <w:rFonts w:ascii="PT Astra Serif" w:hAnsi="PT Astra Serif"/>
          <w:spacing w:val="-4"/>
          <w:sz w:val="28"/>
        </w:rPr>
        <w:t xml:space="preserve"> годов</w:t>
      </w:r>
      <w:r w:rsidRPr="00711F99">
        <w:rPr>
          <w:rFonts w:ascii="PT Astra Serif" w:hAnsi="PT Astra Serif"/>
          <w:spacing w:val="-4"/>
          <w:sz w:val="28"/>
        </w:rPr>
        <w:t>.</w:t>
      </w:r>
    </w:p>
    <w:p w:rsidR="00C93ECF" w:rsidRPr="00711F99" w:rsidRDefault="00C93ECF" w:rsidP="00992F4B">
      <w:pPr>
        <w:jc w:val="both"/>
        <w:rPr>
          <w:rFonts w:ascii="PT Astra Serif" w:hAnsi="PT Astra Serif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8"/>
        <w:gridCol w:w="566"/>
        <w:gridCol w:w="7481"/>
      </w:tblGrid>
      <w:tr w:rsidR="00B375BB" w:rsidRPr="00711F99" w:rsidTr="004649B7">
        <w:tc>
          <w:tcPr>
            <w:tcW w:w="1808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566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481" w:type="dxa"/>
          </w:tcPr>
          <w:p w:rsidR="00B375BB" w:rsidRPr="00711F99" w:rsidRDefault="00B375BB" w:rsidP="00711F99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 xml:space="preserve">Проект закона на </w:t>
            </w:r>
            <w:r w:rsidR="00711F99">
              <w:rPr>
                <w:rFonts w:ascii="PT Astra Serif" w:hAnsi="PT Astra Serif"/>
                <w:sz w:val="28"/>
              </w:rPr>
              <w:t xml:space="preserve">        </w:t>
            </w:r>
            <w:r w:rsidRPr="00711F99">
              <w:rPr>
                <w:rFonts w:ascii="PT Astra Serif" w:hAnsi="PT Astra Serif"/>
                <w:sz w:val="28"/>
              </w:rPr>
              <w:t xml:space="preserve"> л. в 1 экз. </w:t>
            </w:r>
          </w:p>
        </w:tc>
      </w:tr>
      <w:tr w:rsidR="00B375BB" w:rsidRPr="00711F99" w:rsidTr="004649B7">
        <w:tc>
          <w:tcPr>
            <w:tcW w:w="1808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481" w:type="dxa"/>
          </w:tcPr>
          <w:p w:rsidR="00B375BB" w:rsidRPr="00711F99" w:rsidRDefault="00B375BB" w:rsidP="003564F5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 xml:space="preserve">Сопроводительные документы к проекту закона на </w:t>
            </w:r>
            <w:r w:rsidR="003564F5" w:rsidRPr="00711F99">
              <w:rPr>
                <w:rFonts w:ascii="PT Astra Serif" w:hAnsi="PT Astra Serif"/>
                <w:sz w:val="28"/>
              </w:rPr>
              <w:t xml:space="preserve">     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 </w:t>
            </w:r>
            <w:r w:rsidRPr="00711F99">
              <w:rPr>
                <w:rFonts w:ascii="PT Astra Serif" w:hAnsi="PT Astra Serif"/>
                <w:sz w:val="28"/>
              </w:rPr>
              <w:t xml:space="preserve"> л.</w:t>
            </w:r>
            <w:r w:rsidRPr="00711F99">
              <w:rPr>
                <w:rFonts w:ascii="PT Astra Serif" w:hAnsi="PT Astra Serif"/>
                <w:sz w:val="28"/>
              </w:rPr>
              <w:br/>
              <w:t>в 1 экз.</w:t>
            </w:r>
          </w:p>
        </w:tc>
      </w:tr>
      <w:tr w:rsidR="00B375BB" w:rsidRPr="00711F99" w:rsidTr="004649B7">
        <w:tc>
          <w:tcPr>
            <w:tcW w:w="1808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481" w:type="dxa"/>
          </w:tcPr>
          <w:p w:rsidR="00B375BB" w:rsidRPr="00711F99" w:rsidRDefault="00B375BB" w:rsidP="000447D7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 xml:space="preserve">Лист согласования проекта закона на </w:t>
            </w:r>
            <w:r w:rsidR="00A2435C">
              <w:rPr>
                <w:rFonts w:ascii="PT Astra Serif" w:hAnsi="PT Astra Serif"/>
                <w:sz w:val="28"/>
              </w:rPr>
              <w:t xml:space="preserve">   </w:t>
            </w:r>
            <w:r w:rsidRPr="00711F99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B375BB" w:rsidRPr="00711F99" w:rsidTr="004649B7">
        <w:tc>
          <w:tcPr>
            <w:tcW w:w="1808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7481" w:type="dxa"/>
          </w:tcPr>
          <w:p w:rsidR="00B375BB" w:rsidRPr="00711F99" w:rsidRDefault="00B375BB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 xml:space="preserve">Копия распоряжения </w:t>
            </w:r>
            <w:r w:rsidR="0058574A" w:rsidRPr="00711F99">
              <w:rPr>
                <w:rFonts w:ascii="PT Astra Serif" w:hAnsi="PT Astra Serif"/>
                <w:sz w:val="28"/>
              </w:rPr>
              <w:t>Губернатора</w:t>
            </w:r>
            <w:r w:rsidRPr="00711F99">
              <w:rPr>
                <w:rFonts w:ascii="PT Astra Serif" w:hAnsi="PT Astra Serif"/>
                <w:sz w:val="28"/>
              </w:rPr>
              <w:t xml:space="preserve"> Ульяновской области </w:t>
            </w:r>
            <w:r w:rsidR="0058574A" w:rsidRPr="00711F99">
              <w:rPr>
                <w:rFonts w:ascii="PT Astra Serif" w:hAnsi="PT Astra Serif"/>
                <w:sz w:val="28"/>
              </w:rPr>
              <w:br/>
            </w:r>
            <w:r w:rsidRPr="00711F99">
              <w:rPr>
                <w:rFonts w:ascii="PT Astra Serif" w:hAnsi="PT Astra Serif"/>
                <w:sz w:val="28"/>
              </w:rPr>
              <w:t xml:space="preserve">«О проекте закона Ульяновской области «Об областном бюджете Ульяновской области </w:t>
            </w:r>
            <w:r w:rsidR="007542C2" w:rsidRPr="00711F99">
              <w:rPr>
                <w:rFonts w:ascii="PT Astra Serif" w:hAnsi="PT Astra Serif"/>
                <w:sz w:val="28"/>
              </w:rPr>
              <w:t>на 20</w:t>
            </w:r>
            <w:r w:rsidR="00BE0259" w:rsidRPr="00711F99">
              <w:rPr>
                <w:rFonts w:ascii="PT Astra Serif" w:hAnsi="PT Astra Serif"/>
                <w:sz w:val="28"/>
              </w:rPr>
              <w:t>2</w:t>
            </w:r>
            <w:r w:rsidR="009A14E8">
              <w:rPr>
                <w:rFonts w:ascii="PT Astra Serif" w:hAnsi="PT Astra Serif"/>
                <w:sz w:val="28"/>
              </w:rPr>
              <w:t>1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год и на плановый период 20</w:t>
            </w:r>
            <w:r w:rsidR="005E4F01" w:rsidRPr="00711F99">
              <w:rPr>
                <w:rFonts w:ascii="PT Astra Serif" w:hAnsi="PT Astra Serif"/>
                <w:sz w:val="28"/>
              </w:rPr>
              <w:t>2</w:t>
            </w:r>
            <w:r w:rsidR="009A14E8">
              <w:rPr>
                <w:rFonts w:ascii="PT Astra Serif" w:hAnsi="PT Astra Serif"/>
                <w:sz w:val="28"/>
              </w:rPr>
              <w:t>2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и 202</w:t>
            </w:r>
            <w:r w:rsidR="009A14E8">
              <w:rPr>
                <w:rFonts w:ascii="PT Astra Serif" w:hAnsi="PT Astra Serif"/>
                <w:sz w:val="28"/>
              </w:rPr>
              <w:t>3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годов</w:t>
            </w:r>
            <w:r w:rsidRPr="00711F99">
              <w:rPr>
                <w:rFonts w:ascii="PT Astra Serif" w:hAnsi="PT Astra Serif"/>
                <w:sz w:val="28"/>
              </w:rPr>
              <w:t>» на 1 л. в 1 экз.</w:t>
            </w:r>
          </w:p>
        </w:tc>
      </w:tr>
      <w:tr w:rsidR="00B375BB" w:rsidRPr="00711F99" w:rsidTr="004649B7">
        <w:tc>
          <w:tcPr>
            <w:tcW w:w="1808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375BB" w:rsidRPr="00711F99" w:rsidRDefault="007542C2" w:rsidP="00B375BB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5</w:t>
            </w:r>
            <w:r w:rsidR="004649B7" w:rsidRPr="00711F9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481" w:type="dxa"/>
          </w:tcPr>
          <w:p w:rsidR="00B375BB" w:rsidRPr="00711F99" w:rsidRDefault="00B375BB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  <w:szCs w:val="28"/>
              </w:rPr>
              <w:t xml:space="preserve">Основные направления </w:t>
            </w:r>
            <w:r w:rsidR="007542C2" w:rsidRPr="00711F99">
              <w:rPr>
                <w:rFonts w:ascii="PT Astra Serif" w:hAnsi="PT Astra Serif"/>
                <w:sz w:val="28"/>
                <w:szCs w:val="28"/>
              </w:rPr>
              <w:t>бюджетной и налоговой политики Ульяновской области</w:t>
            </w:r>
            <w:r w:rsidRPr="00711F9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542C2" w:rsidRPr="00711F99">
              <w:rPr>
                <w:rFonts w:ascii="PT Astra Serif" w:hAnsi="PT Astra Serif"/>
                <w:sz w:val="28"/>
              </w:rPr>
              <w:t>на 20</w:t>
            </w:r>
            <w:r w:rsidR="00BE0259" w:rsidRPr="00711F99">
              <w:rPr>
                <w:rFonts w:ascii="PT Astra Serif" w:hAnsi="PT Astra Serif"/>
                <w:sz w:val="28"/>
              </w:rPr>
              <w:t>2</w:t>
            </w:r>
            <w:r w:rsidR="009A14E8">
              <w:rPr>
                <w:rFonts w:ascii="PT Astra Serif" w:hAnsi="PT Astra Serif"/>
                <w:sz w:val="28"/>
              </w:rPr>
              <w:t>1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год и на плановый период 20</w:t>
            </w:r>
            <w:r w:rsidR="005E4F01" w:rsidRPr="00711F99">
              <w:rPr>
                <w:rFonts w:ascii="PT Astra Serif" w:hAnsi="PT Astra Serif"/>
                <w:sz w:val="28"/>
              </w:rPr>
              <w:t>2</w:t>
            </w:r>
            <w:r w:rsidR="009A14E8">
              <w:rPr>
                <w:rFonts w:ascii="PT Astra Serif" w:hAnsi="PT Astra Serif"/>
                <w:sz w:val="28"/>
              </w:rPr>
              <w:t>2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и 202</w:t>
            </w:r>
            <w:r w:rsidR="009A14E8">
              <w:rPr>
                <w:rFonts w:ascii="PT Astra Serif" w:hAnsi="PT Astra Serif"/>
                <w:sz w:val="28"/>
              </w:rPr>
              <w:t>3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годов</w:t>
            </w:r>
            <w:r w:rsidRPr="00711F99">
              <w:rPr>
                <w:rFonts w:ascii="PT Astra Serif" w:hAnsi="PT Astra Serif"/>
                <w:sz w:val="28"/>
                <w:szCs w:val="28"/>
              </w:rPr>
              <w:t xml:space="preserve"> на </w:t>
            </w:r>
            <w:r w:rsidR="005E4F01" w:rsidRPr="00711F99">
              <w:rPr>
                <w:rFonts w:ascii="PT Astra Serif" w:hAnsi="PT Astra Serif"/>
                <w:sz w:val="28"/>
                <w:szCs w:val="28"/>
              </w:rPr>
              <w:t xml:space="preserve">     </w:t>
            </w:r>
            <w:r w:rsidR="009551D2" w:rsidRPr="00711F99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5E4F01" w:rsidRPr="00711F9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92E86" w:rsidRPr="00711F9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711F99">
              <w:rPr>
                <w:rFonts w:ascii="PT Astra Serif" w:hAnsi="PT Astra Serif"/>
                <w:sz w:val="28"/>
                <w:szCs w:val="28"/>
              </w:rPr>
              <w:t>л. в 1 экз.</w:t>
            </w:r>
          </w:p>
        </w:tc>
      </w:tr>
      <w:tr w:rsidR="00B375BB" w:rsidRPr="00711F99" w:rsidTr="004649B7">
        <w:tc>
          <w:tcPr>
            <w:tcW w:w="1808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375BB" w:rsidRPr="00711F99" w:rsidRDefault="007542C2" w:rsidP="00B375BB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6</w:t>
            </w:r>
            <w:r w:rsidR="00B375BB" w:rsidRPr="00711F9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481" w:type="dxa"/>
          </w:tcPr>
          <w:p w:rsidR="00B375BB" w:rsidRPr="00711F99" w:rsidRDefault="00243E92" w:rsidP="009A14E8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711F99">
              <w:rPr>
                <w:rFonts w:ascii="PT Astra Serif" w:hAnsi="PT Astra Serif"/>
                <w:spacing w:val="-4"/>
                <w:sz w:val="28"/>
              </w:rPr>
              <w:t>Предварительные и</w:t>
            </w:r>
            <w:r w:rsidR="00B375BB" w:rsidRPr="00711F99">
              <w:rPr>
                <w:rFonts w:ascii="PT Astra Serif" w:hAnsi="PT Astra Serif"/>
                <w:spacing w:val="-4"/>
                <w:sz w:val="28"/>
              </w:rPr>
              <w:t xml:space="preserve">тоги социально-экономического развития Ульяновской области </w:t>
            </w:r>
            <w:r w:rsidRPr="00711F99">
              <w:rPr>
                <w:rFonts w:ascii="PT Astra Serif" w:hAnsi="PT Astra Serif"/>
                <w:spacing w:val="-4"/>
                <w:sz w:val="28"/>
              </w:rPr>
              <w:t>за истекший период</w:t>
            </w:r>
            <w:r w:rsidR="00B375BB" w:rsidRPr="00711F99">
              <w:rPr>
                <w:rFonts w:ascii="PT Astra Serif" w:hAnsi="PT Astra Serif"/>
                <w:spacing w:val="-4"/>
                <w:sz w:val="28"/>
              </w:rPr>
              <w:t xml:space="preserve"> 20</w:t>
            </w:r>
            <w:r w:rsidR="009A14E8">
              <w:rPr>
                <w:rFonts w:ascii="PT Astra Serif" w:hAnsi="PT Astra Serif"/>
                <w:spacing w:val="-4"/>
                <w:sz w:val="28"/>
              </w:rPr>
              <w:t>20</w:t>
            </w:r>
            <w:r w:rsidR="00B375BB" w:rsidRPr="00711F99">
              <w:rPr>
                <w:rFonts w:ascii="PT Astra Serif" w:hAnsi="PT Astra Serif"/>
                <w:spacing w:val="-4"/>
                <w:sz w:val="28"/>
              </w:rPr>
              <w:t xml:space="preserve"> года </w:t>
            </w:r>
            <w:r w:rsidR="009551D2" w:rsidRPr="00711F99">
              <w:rPr>
                <w:rFonts w:ascii="PT Astra Serif" w:hAnsi="PT Astra Serif"/>
                <w:spacing w:val="-4"/>
                <w:sz w:val="28"/>
              </w:rPr>
              <w:br/>
            </w:r>
            <w:r w:rsidR="00B375BB" w:rsidRPr="00711F99">
              <w:rPr>
                <w:rFonts w:ascii="PT Astra Serif" w:hAnsi="PT Astra Serif"/>
                <w:spacing w:val="-4"/>
                <w:sz w:val="28"/>
              </w:rPr>
              <w:t>и ожидаемые итоги</w:t>
            </w:r>
            <w:r w:rsidRPr="00711F99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="00B375BB" w:rsidRPr="00711F99">
              <w:rPr>
                <w:rFonts w:ascii="PT Astra Serif" w:hAnsi="PT Astra Serif"/>
                <w:spacing w:val="-4"/>
                <w:sz w:val="28"/>
              </w:rPr>
              <w:t>социально-экономического развития Ульяновской области за 20</w:t>
            </w:r>
            <w:r w:rsidR="009A14E8">
              <w:rPr>
                <w:rFonts w:ascii="PT Astra Serif" w:hAnsi="PT Astra Serif"/>
                <w:spacing w:val="-4"/>
                <w:sz w:val="28"/>
              </w:rPr>
              <w:t>21</w:t>
            </w:r>
            <w:r w:rsidR="00930C34" w:rsidRPr="00711F99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="00B375BB" w:rsidRPr="00711F99">
              <w:rPr>
                <w:rFonts w:ascii="PT Astra Serif" w:hAnsi="PT Astra Serif"/>
                <w:spacing w:val="-4"/>
                <w:sz w:val="28"/>
              </w:rPr>
              <w:t xml:space="preserve">год на </w:t>
            </w:r>
            <w:r w:rsidR="009A14E8">
              <w:rPr>
                <w:rFonts w:ascii="PT Astra Serif" w:hAnsi="PT Astra Serif"/>
                <w:spacing w:val="-4"/>
                <w:sz w:val="28"/>
              </w:rPr>
              <w:t xml:space="preserve">       </w:t>
            </w:r>
            <w:r w:rsidR="00B375BB" w:rsidRPr="00711F99">
              <w:rPr>
                <w:rFonts w:ascii="PT Astra Serif" w:hAnsi="PT Astra Serif"/>
                <w:spacing w:val="-4"/>
                <w:sz w:val="28"/>
              </w:rPr>
              <w:t xml:space="preserve"> л. в 1 экз.</w:t>
            </w:r>
          </w:p>
        </w:tc>
      </w:tr>
      <w:tr w:rsidR="00B375BB" w:rsidRPr="00711F99" w:rsidTr="004649B7">
        <w:tc>
          <w:tcPr>
            <w:tcW w:w="1808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375BB" w:rsidRPr="00711F99" w:rsidRDefault="007542C2" w:rsidP="00B375BB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7</w:t>
            </w:r>
            <w:r w:rsidR="00B375BB" w:rsidRPr="00711F9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481" w:type="dxa"/>
          </w:tcPr>
          <w:p w:rsidR="00B375BB" w:rsidRPr="00711F99" w:rsidRDefault="00B375BB" w:rsidP="009A14E8">
            <w:pPr>
              <w:jc w:val="both"/>
              <w:rPr>
                <w:rFonts w:ascii="PT Astra Serif" w:hAnsi="PT Astra Serif"/>
                <w:spacing w:val="-4"/>
                <w:sz w:val="28"/>
              </w:rPr>
            </w:pPr>
            <w:r w:rsidRPr="00711F99">
              <w:rPr>
                <w:rFonts w:ascii="PT Astra Serif" w:hAnsi="PT Astra Serif"/>
                <w:spacing w:val="-4"/>
                <w:sz w:val="28"/>
              </w:rPr>
              <w:t>Прогноз социально-экономического развития Ульяновской области на 20</w:t>
            </w:r>
            <w:r w:rsidR="00BE0259" w:rsidRPr="00711F99">
              <w:rPr>
                <w:rFonts w:ascii="PT Astra Serif" w:hAnsi="PT Astra Serif"/>
                <w:spacing w:val="-4"/>
                <w:sz w:val="28"/>
              </w:rPr>
              <w:t>2</w:t>
            </w:r>
            <w:r w:rsidR="009A14E8">
              <w:rPr>
                <w:rFonts w:ascii="PT Astra Serif" w:hAnsi="PT Astra Serif"/>
                <w:spacing w:val="-4"/>
                <w:sz w:val="28"/>
              </w:rPr>
              <w:t>1</w:t>
            </w:r>
            <w:r w:rsidRPr="00711F99">
              <w:rPr>
                <w:rFonts w:ascii="PT Astra Serif" w:hAnsi="PT Astra Serif"/>
                <w:spacing w:val="-4"/>
                <w:sz w:val="28"/>
              </w:rPr>
              <w:t xml:space="preserve"> год и </w:t>
            </w:r>
            <w:r w:rsidR="00F44943" w:rsidRPr="00711F99">
              <w:rPr>
                <w:rFonts w:ascii="PT Astra Serif" w:hAnsi="PT Astra Serif"/>
                <w:spacing w:val="-4"/>
                <w:sz w:val="28"/>
              </w:rPr>
              <w:t xml:space="preserve">на </w:t>
            </w:r>
            <w:r w:rsidRPr="00711F99">
              <w:rPr>
                <w:rFonts w:ascii="PT Astra Serif" w:hAnsi="PT Astra Serif"/>
                <w:spacing w:val="-4"/>
                <w:sz w:val="28"/>
              </w:rPr>
              <w:t>плановый период 20</w:t>
            </w:r>
            <w:r w:rsidR="005E4F01" w:rsidRPr="00711F99">
              <w:rPr>
                <w:rFonts w:ascii="PT Astra Serif" w:hAnsi="PT Astra Serif"/>
                <w:spacing w:val="-4"/>
                <w:sz w:val="28"/>
              </w:rPr>
              <w:t>2</w:t>
            </w:r>
            <w:r w:rsidR="009A14E8">
              <w:rPr>
                <w:rFonts w:ascii="PT Astra Serif" w:hAnsi="PT Astra Serif"/>
                <w:spacing w:val="-4"/>
                <w:sz w:val="28"/>
              </w:rPr>
              <w:t>2</w:t>
            </w:r>
            <w:r w:rsidRPr="00711F99">
              <w:rPr>
                <w:rFonts w:ascii="PT Astra Serif" w:hAnsi="PT Astra Serif"/>
                <w:spacing w:val="-4"/>
                <w:sz w:val="28"/>
              </w:rPr>
              <w:t xml:space="preserve"> и 20</w:t>
            </w:r>
            <w:r w:rsidR="006D094E" w:rsidRPr="00711F99">
              <w:rPr>
                <w:rFonts w:ascii="PT Astra Serif" w:hAnsi="PT Astra Serif"/>
                <w:spacing w:val="-4"/>
                <w:sz w:val="28"/>
              </w:rPr>
              <w:t>2</w:t>
            </w:r>
            <w:r w:rsidR="009A14E8">
              <w:rPr>
                <w:rFonts w:ascii="PT Astra Serif" w:hAnsi="PT Astra Serif"/>
                <w:spacing w:val="-4"/>
                <w:sz w:val="28"/>
              </w:rPr>
              <w:t>3</w:t>
            </w:r>
            <w:r w:rsidRPr="00711F99">
              <w:rPr>
                <w:rFonts w:ascii="PT Astra Serif" w:hAnsi="PT Astra Serif"/>
                <w:spacing w:val="-4"/>
                <w:sz w:val="28"/>
              </w:rPr>
              <w:t xml:space="preserve"> годов на </w:t>
            </w:r>
            <w:r w:rsidR="009A14E8">
              <w:rPr>
                <w:rFonts w:ascii="PT Astra Serif" w:hAnsi="PT Astra Serif"/>
                <w:spacing w:val="-4"/>
                <w:sz w:val="28"/>
              </w:rPr>
              <w:t xml:space="preserve">        </w:t>
            </w:r>
            <w:r w:rsidRPr="00711F99">
              <w:rPr>
                <w:rFonts w:ascii="PT Astra Serif" w:hAnsi="PT Astra Serif"/>
                <w:spacing w:val="-4"/>
                <w:sz w:val="28"/>
              </w:rPr>
              <w:t xml:space="preserve"> л. в 1 экз.</w:t>
            </w:r>
          </w:p>
        </w:tc>
      </w:tr>
      <w:tr w:rsidR="00B375BB" w:rsidRPr="00711F99" w:rsidTr="004649B7">
        <w:tc>
          <w:tcPr>
            <w:tcW w:w="1808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375BB" w:rsidRPr="00711F99" w:rsidRDefault="007542C2" w:rsidP="00B375BB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8</w:t>
            </w:r>
            <w:r w:rsidR="00B375BB" w:rsidRPr="00711F9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481" w:type="dxa"/>
          </w:tcPr>
          <w:p w:rsidR="00B375BB" w:rsidRPr="00711F99" w:rsidRDefault="00B375BB" w:rsidP="009A14E8">
            <w:pPr>
              <w:jc w:val="both"/>
              <w:rPr>
                <w:rFonts w:ascii="PT Astra Serif" w:hAnsi="PT Astra Serif"/>
                <w:bCs/>
                <w:sz w:val="28"/>
              </w:rPr>
            </w:pPr>
            <w:r w:rsidRPr="00711F99">
              <w:rPr>
                <w:rFonts w:ascii="PT Astra Serif" w:hAnsi="PT Astra Serif"/>
                <w:bCs/>
                <w:sz w:val="28"/>
              </w:rPr>
              <w:t xml:space="preserve">Прогноз основных характеристик (общего объёма доходов, общего объёма расходов, дефицита (профицита) бюджета) консолидированного бюджета Ульяновской области </w:t>
            </w:r>
            <w:r w:rsidR="001F2D14" w:rsidRPr="00711F99">
              <w:rPr>
                <w:rFonts w:ascii="PT Astra Serif" w:hAnsi="PT Astra Serif"/>
                <w:bCs/>
                <w:sz w:val="28"/>
              </w:rPr>
              <w:br/>
            </w:r>
            <w:r w:rsidRPr="00711F99">
              <w:rPr>
                <w:rFonts w:ascii="PT Astra Serif" w:hAnsi="PT Astra Serif"/>
                <w:bCs/>
                <w:sz w:val="28"/>
              </w:rPr>
              <w:lastRenderedPageBreak/>
              <w:t>на 20</w:t>
            </w:r>
            <w:r w:rsidR="00BE0259" w:rsidRPr="00711F99">
              <w:rPr>
                <w:rFonts w:ascii="PT Astra Serif" w:hAnsi="PT Astra Serif"/>
                <w:bCs/>
                <w:sz w:val="28"/>
              </w:rPr>
              <w:t>2</w:t>
            </w:r>
            <w:r w:rsidR="009A14E8">
              <w:rPr>
                <w:rFonts w:ascii="PT Astra Serif" w:hAnsi="PT Astra Serif"/>
                <w:bCs/>
                <w:sz w:val="28"/>
              </w:rPr>
              <w:t>1</w:t>
            </w:r>
            <w:r w:rsidRPr="00711F99">
              <w:rPr>
                <w:rFonts w:ascii="PT Astra Serif" w:hAnsi="PT Astra Serif"/>
                <w:bCs/>
                <w:sz w:val="28"/>
              </w:rPr>
              <w:t xml:space="preserve"> год и </w:t>
            </w:r>
            <w:r w:rsidR="006D094E" w:rsidRPr="00711F99">
              <w:rPr>
                <w:rFonts w:ascii="PT Astra Serif" w:hAnsi="PT Astra Serif"/>
                <w:bCs/>
                <w:sz w:val="28"/>
              </w:rPr>
              <w:t xml:space="preserve">на </w:t>
            </w:r>
            <w:r w:rsidRPr="00711F99">
              <w:rPr>
                <w:rFonts w:ascii="PT Astra Serif" w:hAnsi="PT Astra Serif"/>
                <w:bCs/>
                <w:sz w:val="28"/>
              </w:rPr>
              <w:t>плановый период 20</w:t>
            </w:r>
            <w:r w:rsidR="005E4F01" w:rsidRPr="00711F99">
              <w:rPr>
                <w:rFonts w:ascii="PT Astra Serif" w:hAnsi="PT Astra Serif"/>
                <w:bCs/>
                <w:sz w:val="28"/>
              </w:rPr>
              <w:t>2</w:t>
            </w:r>
            <w:r w:rsidR="009A14E8">
              <w:rPr>
                <w:rFonts w:ascii="PT Astra Serif" w:hAnsi="PT Astra Serif"/>
                <w:bCs/>
                <w:sz w:val="28"/>
              </w:rPr>
              <w:t>2</w:t>
            </w:r>
            <w:r w:rsidRPr="00711F99">
              <w:rPr>
                <w:rFonts w:ascii="PT Astra Serif" w:hAnsi="PT Astra Serif"/>
                <w:bCs/>
                <w:sz w:val="28"/>
              </w:rPr>
              <w:t xml:space="preserve"> и 20</w:t>
            </w:r>
            <w:r w:rsidR="006D094E" w:rsidRPr="00711F99">
              <w:rPr>
                <w:rFonts w:ascii="PT Astra Serif" w:hAnsi="PT Astra Serif"/>
                <w:bCs/>
                <w:sz w:val="28"/>
              </w:rPr>
              <w:t>2</w:t>
            </w:r>
            <w:r w:rsidR="009A14E8">
              <w:rPr>
                <w:rFonts w:ascii="PT Astra Serif" w:hAnsi="PT Astra Serif"/>
                <w:bCs/>
                <w:sz w:val="28"/>
              </w:rPr>
              <w:t>3</w:t>
            </w:r>
            <w:r w:rsidRPr="00711F99">
              <w:rPr>
                <w:rFonts w:ascii="PT Astra Serif" w:hAnsi="PT Astra Serif"/>
                <w:bCs/>
                <w:sz w:val="28"/>
              </w:rPr>
              <w:t xml:space="preserve"> годов на 1 л. </w:t>
            </w:r>
            <w:r w:rsidRPr="00711F99">
              <w:rPr>
                <w:rFonts w:ascii="PT Astra Serif" w:hAnsi="PT Astra Serif"/>
                <w:bCs/>
                <w:sz w:val="28"/>
              </w:rPr>
              <w:br/>
              <w:t>в 1 экз.</w:t>
            </w:r>
          </w:p>
        </w:tc>
      </w:tr>
      <w:tr w:rsidR="004649B7" w:rsidRPr="00711F99" w:rsidTr="004649B7">
        <w:tc>
          <w:tcPr>
            <w:tcW w:w="1808" w:type="dxa"/>
          </w:tcPr>
          <w:p w:rsidR="004649B7" w:rsidRPr="00711F99" w:rsidRDefault="004649B7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4649B7" w:rsidRPr="00711F99" w:rsidRDefault="009A14E8" w:rsidP="007542C2">
            <w:pPr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9</w:t>
            </w:r>
            <w:r w:rsidR="004649B7" w:rsidRPr="00711F9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481" w:type="dxa"/>
          </w:tcPr>
          <w:p w:rsidR="004649B7" w:rsidRPr="00711F99" w:rsidRDefault="004649B7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 xml:space="preserve">Областная адресная инвестиционная программа </w:t>
            </w:r>
            <w:r w:rsidR="0077397A" w:rsidRPr="00711F99">
              <w:rPr>
                <w:rFonts w:ascii="PT Astra Serif" w:hAnsi="PT Astra Serif"/>
                <w:sz w:val="28"/>
              </w:rPr>
              <w:t xml:space="preserve">Ульяновской области </w:t>
            </w:r>
            <w:r w:rsidR="007542C2" w:rsidRPr="00711F99">
              <w:rPr>
                <w:rFonts w:ascii="PT Astra Serif" w:hAnsi="PT Astra Serif"/>
                <w:sz w:val="28"/>
              </w:rPr>
              <w:t>на 20</w:t>
            </w:r>
            <w:r w:rsidR="00BE0259" w:rsidRPr="00711F99">
              <w:rPr>
                <w:rFonts w:ascii="PT Astra Serif" w:hAnsi="PT Astra Serif"/>
                <w:sz w:val="28"/>
              </w:rPr>
              <w:t>2</w:t>
            </w:r>
            <w:r w:rsidR="009A14E8">
              <w:rPr>
                <w:rFonts w:ascii="PT Astra Serif" w:hAnsi="PT Astra Serif"/>
                <w:sz w:val="28"/>
              </w:rPr>
              <w:t>1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год и на плановый период 20</w:t>
            </w:r>
            <w:r w:rsidR="005E4F01" w:rsidRPr="00711F99">
              <w:rPr>
                <w:rFonts w:ascii="PT Astra Serif" w:hAnsi="PT Astra Serif"/>
                <w:sz w:val="28"/>
              </w:rPr>
              <w:t>2</w:t>
            </w:r>
            <w:r w:rsidR="009A14E8">
              <w:rPr>
                <w:rFonts w:ascii="PT Astra Serif" w:hAnsi="PT Astra Serif"/>
                <w:sz w:val="28"/>
              </w:rPr>
              <w:t>2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и 202</w:t>
            </w:r>
            <w:r w:rsidR="009A14E8">
              <w:rPr>
                <w:rFonts w:ascii="PT Astra Serif" w:hAnsi="PT Astra Serif"/>
                <w:sz w:val="28"/>
              </w:rPr>
              <w:t>3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годов</w:t>
            </w:r>
            <w:r w:rsidR="00930C34" w:rsidRPr="00711F99">
              <w:rPr>
                <w:rFonts w:ascii="PT Astra Serif" w:hAnsi="PT Astra Serif"/>
                <w:sz w:val="28"/>
              </w:rPr>
              <w:t xml:space="preserve"> </w:t>
            </w:r>
            <w:r w:rsidRPr="00711F99">
              <w:rPr>
                <w:rFonts w:ascii="PT Astra Serif" w:hAnsi="PT Astra Serif"/>
                <w:sz w:val="28"/>
              </w:rPr>
              <w:t xml:space="preserve">на </w:t>
            </w:r>
            <w:r w:rsidR="009A14E8">
              <w:rPr>
                <w:rFonts w:ascii="PT Astra Serif" w:hAnsi="PT Astra Serif"/>
                <w:sz w:val="28"/>
              </w:rPr>
              <w:t xml:space="preserve">     </w:t>
            </w:r>
            <w:r w:rsidRPr="00711F99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4649B7" w:rsidRPr="00711F99" w:rsidTr="004649B7">
        <w:tc>
          <w:tcPr>
            <w:tcW w:w="1808" w:type="dxa"/>
          </w:tcPr>
          <w:p w:rsidR="004649B7" w:rsidRPr="00711F99" w:rsidRDefault="004649B7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4649B7" w:rsidRPr="00711F99" w:rsidRDefault="004649B7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1</w:t>
            </w:r>
            <w:r w:rsidR="009A14E8">
              <w:rPr>
                <w:rFonts w:ascii="PT Astra Serif" w:hAnsi="PT Astra Serif"/>
                <w:sz w:val="28"/>
              </w:rPr>
              <w:t>0</w:t>
            </w:r>
            <w:r w:rsidRPr="00711F9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481" w:type="dxa"/>
          </w:tcPr>
          <w:p w:rsidR="004649B7" w:rsidRPr="00711F99" w:rsidRDefault="004649B7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 xml:space="preserve">Методики и расчёты распределения межбюджетных трансфертов между муниципальными образованиями Ульяновской области </w:t>
            </w:r>
            <w:r w:rsidR="007542C2" w:rsidRPr="00711F99">
              <w:rPr>
                <w:rFonts w:ascii="PT Astra Serif" w:hAnsi="PT Astra Serif"/>
                <w:sz w:val="28"/>
              </w:rPr>
              <w:t>на 20</w:t>
            </w:r>
            <w:r w:rsidR="00BE0259" w:rsidRPr="00711F99">
              <w:rPr>
                <w:rFonts w:ascii="PT Astra Serif" w:hAnsi="PT Astra Serif"/>
                <w:sz w:val="28"/>
              </w:rPr>
              <w:t>2</w:t>
            </w:r>
            <w:r w:rsidR="009A14E8">
              <w:rPr>
                <w:rFonts w:ascii="PT Astra Serif" w:hAnsi="PT Astra Serif"/>
                <w:sz w:val="28"/>
              </w:rPr>
              <w:t>1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год и на плановый период 20</w:t>
            </w:r>
            <w:r w:rsidR="005E4F01" w:rsidRPr="00711F99">
              <w:rPr>
                <w:rFonts w:ascii="PT Astra Serif" w:hAnsi="PT Astra Serif"/>
                <w:sz w:val="28"/>
              </w:rPr>
              <w:t>2</w:t>
            </w:r>
            <w:r w:rsidR="009A14E8">
              <w:rPr>
                <w:rFonts w:ascii="PT Astra Serif" w:hAnsi="PT Astra Serif"/>
                <w:sz w:val="28"/>
              </w:rPr>
              <w:t>2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и 202</w:t>
            </w:r>
            <w:r w:rsidR="009A14E8">
              <w:rPr>
                <w:rFonts w:ascii="PT Astra Serif" w:hAnsi="PT Astra Serif"/>
                <w:sz w:val="28"/>
              </w:rPr>
              <w:t>3</w:t>
            </w:r>
            <w:r w:rsidR="007542C2" w:rsidRPr="00711F99">
              <w:rPr>
                <w:rFonts w:ascii="PT Astra Serif" w:hAnsi="PT Astra Serif"/>
                <w:sz w:val="28"/>
              </w:rPr>
              <w:t xml:space="preserve"> годов</w:t>
            </w:r>
            <w:r w:rsidR="00930C34" w:rsidRPr="00711F99">
              <w:rPr>
                <w:rFonts w:ascii="PT Astra Serif" w:hAnsi="PT Astra Serif"/>
                <w:sz w:val="28"/>
              </w:rPr>
              <w:t xml:space="preserve"> </w:t>
            </w:r>
            <w:r w:rsidRPr="00711F99">
              <w:rPr>
                <w:rFonts w:ascii="PT Astra Serif" w:hAnsi="PT Astra Serif"/>
                <w:sz w:val="28"/>
              </w:rPr>
              <w:t xml:space="preserve">на </w:t>
            </w:r>
            <w:r w:rsidR="005E4F01" w:rsidRPr="00711F99">
              <w:rPr>
                <w:rFonts w:ascii="PT Astra Serif" w:hAnsi="PT Astra Serif"/>
                <w:sz w:val="28"/>
              </w:rPr>
              <w:t xml:space="preserve">        </w:t>
            </w:r>
            <w:r w:rsidRPr="00711F99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4649B7" w:rsidRPr="00711F99" w:rsidTr="004649B7">
        <w:tc>
          <w:tcPr>
            <w:tcW w:w="1808" w:type="dxa"/>
          </w:tcPr>
          <w:p w:rsidR="004649B7" w:rsidRPr="00711F99" w:rsidRDefault="004649B7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4649B7" w:rsidRPr="00711F99" w:rsidRDefault="004649B7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1</w:t>
            </w:r>
            <w:r w:rsidR="009A14E8">
              <w:rPr>
                <w:rFonts w:ascii="PT Astra Serif" w:hAnsi="PT Astra Serif"/>
                <w:sz w:val="28"/>
              </w:rPr>
              <w:t>1</w:t>
            </w:r>
            <w:r w:rsidRPr="00711F9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481" w:type="dxa"/>
          </w:tcPr>
          <w:p w:rsidR="004649B7" w:rsidRPr="00711F99" w:rsidRDefault="004649B7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 xml:space="preserve">Верхний предел государственного долга Ульяновской </w:t>
            </w:r>
            <w:r w:rsidRPr="00711F99">
              <w:rPr>
                <w:rFonts w:ascii="PT Astra Serif" w:hAnsi="PT Astra Serif"/>
                <w:sz w:val="28"/>
              </w:rPr>
              <w:br/>
              <w:t>области по со</w:t>
            </w:r>
            <w:r w:rsidR="002F3ADE" w:rsidRPr="00711F99">
              <w:rPr>
                <w:rFonts w:ascii="PT Astra Serif" w:hAnsi="PT Astra Serif"/>
                <w:sz w:val="28"/>
              </w:rPr>
              <w:t xml:space="preserve">стоянию на </w:t>
            </w:r>
            <w:r w:rsidR="00243E92" w:rsidRPr="00711F99">
              <w:rPr>
                <w:rFonts w:ascii="PT Astra Serif" w:hAnsi="PT Astra Serif"/>
                <w:sz w:val="28"/>
              </w:rPr>
              <w:t xml:space="preserve">1 </w:t>
            </w:r>
            <w:r w:rsidR="002F3ADE" w:rsidRPr="00711F99">
              <w:rPr>
                <w:rFonts w:ascii="PT Astra Serif" w:hAnsi="PT Astra Serif"/>
                <w:sz w:val="28"/>
              </w:rPr>
              <w:t>янва</w:t>
            </w:r>
            <w:r w:rsidR="00243E92" w:rsidRPr="00711F99">
              <w:rPr>
                <w:rFonts w:ascii="PT Astra Serif" w:hAnsi="PT Astra Serif"/>
                <w:sz w:val="28"/>
              </w:rPr>
              <w:t>ря 20</w:t>
            </w:r>
            <w:r w:rsidR="005E4F01" w:rsidRPr="00711F99">
              <w:rPr>
                <w:rFonts w:ascii="PT Astra Serif" w:hAnsi="PT Astra Serif"/>
                <w:sz w:val="28"/>
              </w:rPr>
              <w:t>2</w:t>
            </w:r>
            <w:r w:rsidR="009A14E8">
              <w:rPr>
                <w:rFonts w:ascii="PT Astra Serif" w:hAnsi="PT Astra Serif"/>
                <w:sz w:val="28"/>
              </w:rPr>
              <w:t>2</w:t>
            </w:r>
            <w:r w:rsidR="00243E92" w:rsidRPr="00711F99">
              <w:rPr>
                <w:rFonts w:ascii="PT Astra Serif" w:hAnsi="PT Astra Serif"/>
                <w:sz w:val="28"/>
              </w:rPr>
              <w:t xml:space="preserve"> года</w:t>
            </w:r>
            <w:r w:rsidR="000122F2" w:rsidRPr="00711F99">
              <w:rPr>
                <w:rFonts w:ascii="PT Astra Serif" w:hAnsi="PT Astra Serif"/>
                <w:sz w:val="28"/>
              </w:rPr>
              <w:t xml:space="preserve">, </w:t>
            </w:r>
            <w:r w:rsidR="002F3ADE" w:rsidRPr="00711F99">
              <w:rPr>
                <w:rFonts w:ascii="PT Astra Serif" w:hAnsi="PT Astra Serif"/>
                <w:sz w:val="28"/>
              </w:rPr>
              <w:t xml:space="preserve">на </w:t>
            </w:r>
            <w:r w:rsidR="000122F2" w:rsidRPr="00711F99">
              <w:rPr>
                <w:rFonts w:ascii="PT Astra Serif" w:hAnsi="PT Astra Serif"/>
                <w:sz w:val="28"/>
              </w:rPr>
              <w:t xml:space="preserve">1 </w:t>
            </w:r>
            <w:r w:rsidR="002F3ADE" w:rsidRPr="00711F99">
              <w:rPr>
                <w:rFonts w:ascii="PT Astra Serif" w:hAnsi="PT Astra Serif"/>
                <w:sz w:val="28"/>
              </w:rPr>
              <w:t>янва</w:t>
            </w:r>
            <w:r w:rsidR="000122F2" w:rsidRPr="00711F99">
              <w:rPr>
                <w:rFonts w:ascii="PT Astra Serif" w:hAnsi="PT Astra Serif"/>
                <w:sz w:val="28"/>
              </w:rPr>
              <w:t>ря 20</w:t>
            </w:r>
            <w:r w:rsidR="00315F93" w:rsidRPr="00711F99">
              <w:rPr>
                <w:rFonts w:ascii="PT Astra Serif" w:hAnsi="PT Astra Serif"/>
                <w:sz w:val="28"/>
              </w:rPr>
              <w:t>2</w:t>
            </w:r>
            <w:r w:rsidR="009A14E8">
              <w:rPr>
                <w:rFonts w:ascii="PT Astra Serif" w:hAnsi="PT Astra Serif"/>
                <w:sz w:val="28"/>
              </w:rPr>
              <w:t>3</w:t>
            </w:r>
            <w:r w:rsidR="002F3ADE" w:rsidRPr="00711F99">
              <w:rPr>
                <w:rFonts w:ascii="PT Astra Serif" w:hAnsi="PT Astra Serif"/>
                <w:sz w:val="28"/>
              </w:rPr>
              <w:t xml:space="preserve"> года, на </w:t>
            </w:r>
            <w:r w:rsidR="000122F2" w:rsidRPr="00711F99">
              <w:rPr>
                <w:rFonts w:ascii="PT Astra Serif" w:hAnsi="PT Astra Serif"/>
                <w:sz w:val="28"/>
              </w:rPr>
              <w:t xml:space="preserve">1 </w:t>
            </w:r>
            <w:r w:rsidR="002F3ADE" w:rsidRPr="00711F99">
              <w:rPr>
                <w:rFonts w:ascii="PT Astra Serif" w:hAnsi="PT Astra Serif"/>
                <w:sz w:val="28"/>
              </w:rPr>
              <w:t>янва</w:t>
            </w:r>
            <w:r w:rsidR="000122F2" w:rsidRPr="00711F99">
              <w:rPr>
                <w:rFonts w:ascii="PT Astra Serif" w:hAnsi="PT Astra Serif"/>
                <w:sz w:val="28"/>
              </w:rPr>
              <w:t>ря 20</w:t>
            </w:r>
            <w:r w:rsidR="002F3ADE" w:rsidRPr="00711F99">
              <w:rPr>
                <w:rFonts w:ascii="PT Astra Serif" w:hAnsi="PT Astra Serif"/>
                <w:sz w:val="28"/>
              </w:rPr>
              <w:t>2</w:t>
            </w:r>
            <w:r w:rsidR="009A14E8">
              <w:rPr>
                <w:rFonts w:ascii="PT Astra Serif" w:hAnsi="PT Astra Serif"/>
                <w:sz w:val="28"/>
              </w:rPr>
              <w:t>4</w:t>
            </w:r>
            <w:r w:rsidR="000122F2" w:rsidRPr="00711F99">
              <w:rPr>
                <w:rFonts w:ascii="PT Astra Serif" w:hAnsi="PT Astra Serif"/>
                <w:sz w:val="28"/>
              </w:rPr>
              <w:t xml:space="preserve"> года</w:t>
            </w:r>
            <w:r w:rsidRPr="00711F99">
              <w:rPr>
                <w:rFonts w:ascii="PT Astra Serif" w:hAnsi="PT Astra Serif"/>
                <w:sz w:val="28"/>
              </w:rPr>
              <w:t xml:space="preserve"> на </w:t>
            </w:r>
            <w:r w:rsidR="002F3ADE" w:rsidRPr="00711F99">
              <w:rPr>
                <w:rFonts w:ascii="PT Astra Serif" w:hAnsi="PT Astra Serif"/>
                <w:sz w:val="28"/>
              </w:rPr>
              <w:t>1</w:t>
            </w:r>
            <w:r w:rsidRPr="00711F99">
              <w:rPr>
                <w:rFonts w:ascii="PT Astra Serif" w:hAnsi="PT Astra Serif"/>
                <w:sz w:val="28"/>
              </w:rPr>
              <w:t xml:space="preserve"> л.</w:t>
            </w:r>
            <w:r w:rsidR="002F3ADE" w:rsidRPr="00711F99">
              <w:rPr>
                <w:rFonts w:ascii="PT Astra Serif" w:hAnsi="PT Astra Serif"/>
                <w:sz w:val="28"/>
              </w:rPr>
              <w:t xml:space="preserve"> </w:t>
            </w:r>
            <w:r w:rsidRPr="00711F99">
              <w:rPr>
                <w:rFonts w:ascii="PT Astra Serif" w:hAnsi="PT Astra Serif"/>
                <w:sz w:val="28"/>
              </w:rPr>
              <w:t>в 1 экз.</w:t>
            </w:r>
          </w:p>
        </w:tc>
      </w:tr>
      <w:tr w:rsidR="004649B7" w:rsidRPr="00711F99" w:rsidTr="004649B7">
        <w:tc>
          <w:tcPr>
            <w:tcW w:w="1808" w:type="dxa"/>
          </w:tcPr>
          <w:p w:rsidR="004649B7" w:rsidRPr="00711F99" w:rsidRDefault="004649B7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4649B7" w:rsidRPr="00711F99" w:rsidRDefault="004649B7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1</w:t>
            </w:r>
            <w:r w:rsidR="009A14E8">
              <w:rPr>
                <w:rFonts w:ascii="PT Astra Serif" w:hAnsi="PT Astra Serif"/>
                <w:sz w:val="28"/>
              </w:rPr>
              <w:t>2</w:t>
            </w:r>
            <w:r w:rsidRPr="00711F9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481" w:type="dxa"/>
          </w:tcPr>
          <w:p w:rsidR="004649B7" w:rsidRPr="00711F99" w:rsidRDefault="004649B7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Оценка ожидаемого исполнения областного бюджета Ульяновской области на 20</w:t>
            </w:r>
            <w:r w:rsidR="009A14E8">
              <w:rPr>
                <w:rFonts w:ascii="PT Astra Serif" w:hAnsi="PT Astra Serif"/>
                <w:sz w:val="28"/>
              </w:rPr>
              <w:t>20</w:t>
            </w:r>
            <w:r w:rsidRPr="00711F99">
              <w:rPr>
                <w:rFonts w:ascii="PT Astra Serif" w:hAnsi="PT Astra Serif"/>
                <w:sz w:val="28"/>
              </w:rPr>
              <w:t xml:space="preserve"> год на </w:t>
            </w:r>
            <w:r w:rsidR="009A14E8">
              <w:rPr>
                <w:rFonts w:ascii="PT Astra Serif" w:hAnsi="PT Astra Serif"/>
                <w:sz w:val="28"/>
              </w:rPr>
              <w:t xml:space="preserve">       </w:t>
            </w:r>
            <w:r w:rsidRPr="00711F99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B375BB" w:rsidRPr="00711F99" w:rsidTr="004649B7">
        <w:tc>
          <w:tcPr>
            <w:tcW w:w="1808" w:type="dxa"/>
          </w:tcPr>
          <w:p w:rsidR="00B375BB" w:rsidRPr="00711F99" w:rsidRDefault="00B375BB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B375BB" w:rsidRPr="00711F99" w:rsidRDefault="00B375BB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1</w:t>
            </w:r>
            <w:r w:rsidR="009A14E8">
              <w:rPr>
                <w:rFonts w:ascii="PT Astra Serif" w:hAnsi="PT Astra Serif"/>
                <w:sz w:val="28"/>
              </w:rPr>
              <w:t>3</w:t>
            </w:r>
            <w:r w:rsidRPr="00711F9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481" w:type="dxa"/>
          </w:tcPr>
          <w:p w:rsidR="00B375BB" w:rsidRPr="00711F99" w:rsidRDefault="00B375BB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 xml:space="preserve">Паспорта государственных программ Ульяновской области на </w:t>
            </w:r>
            <w:r w:rsidR="009A14E8">
              <w:rPr>
                <w:rFonts w:ascii="PT Astra Serif" w:hAnsi="PT Astra Serif"/>
                <w:sz w:val="28"/>
              </w:rPr>
              <w:t xml:space="preserve">       </w:t>
            </w:r>
            <w:r w:rsidRPr="00711F99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6001C5" w:rsidRPr="00711F99" w:rsidTr="004649B7">
        <w:tc>
          <w:tcPr>
            <w:tcW w:w="1808" w:type="dxa"/>
          </w:tcPr>
          <w:p w:rsidR="006001C5" w:rsidRPr="00711F99" w:rsidRDefault="006001C5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6001C5" w:rsidRPr="00711F99" w:rsidRDefault="006001C5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1</w:t>
            </w:r>
            <w:r w:rsidR="009A14E8">
              <w:rPr>
                <w:rFonts w:ascii="PT Astra Serif" w:hAnsi="PT Astra Serif"/>
                <w:sz w:val="28"/>
              </w:rPr>
              <w:t>4</w:t>
            </w:r>
            <w:r w:rsidRPr="00711F9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481" w:type="dxa"/>
          </w:tcPr>
          <w:p w:rsidR="006001C5" w:rsidRPr="00711F99" w:rsidRDefault="00DA6CFC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Проект изменений б</w:t>
            </w:r>
            <w:r w:rsidR="006001C5" w:rsidRPr="00711F99">
              <w:rPr>
                <w:rFonts w:ascii="PT Astra Serif" w:hAnsi="PT Astra Serif"/>
                <w:sz w:val="28"/>
              </w:rPr>
              <w:t>юджетн</w:t>
            </w:r>
            <w:r w:rsidRPr="00711F99">
              <w:rPr>
                <w:rFonts w:ascii="PT Astra Serif" w:hAnsi="PT Astra Serif"/>
                <w:sz w:val="28"/>
              </w:rPr>
              <w:t>ого</w:t>
            </w:r>
            <w:r w:rsidR="006001C5" w:rsidRPr="00711F99">
              <w:rPr>
                <w:rFonts w:ascii="PT Astra Serif" w:hAnsi="PT Astra Serif"/>
                <w:sz w:val="28"/>
              </w:rPr>
              <w:t xml:space="preserve"> прогноз</w:t>
            </w:r>
            <w:r w:rsidRPr="00711F99">
              <w:rPr>
                <w:rFonts w:ascii="PT Astra Serif" w:hAnsi="PT Astra Serif"/>
                <w:sz w:val="28"/>
              </w:rPr>
              <w:t>а</w:t>
            </w:r>
            <w:r w:rsidR="006001C5" w:rsidRPr="00711F99">
              <w:rPr>
                <w:rFonts w:ascii="PT Astra Serif" w:hAnsi="PT Astra Serif"/>
                <w:sz w:val="28"/>
              </w:rPr>
              <w:t xml:space="preserve"> Ульяновской области на период </w:t>
            </w:r>
            <w:r w:rsidR="00F71137" w:rsidRPr="00711F99">
              <w:rPr>
                <w:rFonts w:ascii="PT Astra Serif" w:hAnsi="PT Astra Serif"/>
                <w:sz w:val="28"/>
              </w:rPr>
              <w:t xml:space="preserve">до 2030 года </w:t>
            </w:r>
            <w:r w:rsidR="006001C5" w:rsidRPr="00711F99">
              <w:rPr>
                <w:rFonts w:ascii="PT Astra Serif" w:hAnsi="PT Astra Serif"/>
                <w:sz w:val="28"/>
              </w:rPr>
              <w:t xml:space="preserve">на </w:t>
            </w:r>
            <w:r w:rsidR="009A14E8">
              <w:rPr>
                <w:rFonts w:ascii="PT Astra Serif" w:hAnsi="PT Astra Serif"/>
                <w:sz w:val="28"/>
              </w:rPr>
              <w:t xml:space="preserve">       </w:t>
            </w:r>
            <w:r w:rsidR="006001C5" w:rsidRPr="00711F99">
              <w:rPr>
                <w:rFonts w:ascii="PT Astra Serif" w:hAnsi="PT Astra Serif"/>
                <w:sz w:val="28"/>
              </w:rPr>
              <w:t xml:space="preserve"> л. в 1 экз.</w:t>
            </w:r>
          </w:p>
        </w:tc>
      </w:tr>
      <w:tr w:rsidR="006001C5" w:rsidRPr="00711F99" w:rsidTr="004649B7">
        <w:tc>
          <w:tcPr>
            <w:tcW w:w="1808" w:type="dxa"/>
          </w:tcPr>
          <w:p w:rsidR="006001C5" w:rsidRPr="00711F99" w:rsidRDefault="006001C5" w:rsidP="00B375BB">
            <w:pPr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566" w:type="dxa"/>
          </w:tcPr>
          <w:p w:rsidR="006001C5" w:rsidRPr="00711F99" w:rsidRDefault="006001C5" w:rsidP="009A14E8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>1</w:t>
            </w:r>
            <w:r w:rsidR="009A14E8">
              <w:rPr>
                <w:rFonts w:ascii="PT Astra Serif" w:hAnsi="PT Astra Serif"/>
                <w:sz w:val="28"/>
              </w:rPr>
              <w:t>5</w:t>
            </w:r>
            <w:r w:rsidRPr="00711F99">
              <w:rPr>
                <w:rFonts w:ascii="PT Astra Serif" w:hAnsi="PT Astra Serif"/>
                <w:sz w:val="28"/>
              </w:rPr>
              <w:t>.</w:t>
            </w:r>
          </w:p>
        </w:tc>
        <w:tc>
          <w:tcPr>
            <w:tcW w:w="7481" w:type="dxa"/>
          </w:tcPr>
          <w:p w:rsidR="006001C5" w:rsidRPr="00711F99" w:rsidRDefault="006001C5" w:rsidP="00D5752E">
            <w:pPr>
              <w:jc w:val="both"/>
              <w:rPr>
                <w:rFonts w:ascii="PT Astra Serif" w:hAnsi="PT Astra Serif"/>
                <w:sz w:val="28"/>
              </w:rPr>
            </w:pPr>
            <w:r w:rsidRPr="00711F99">
              <w:rPr>
                <w:rFonts w:ascii="PT Astra Serif" w:hAnsi="PT Astra Serif"/>
                <w:sz w:val="28"/>
              </w:rPr>
              <w:t xml:space="preserve">Реестр источников доходов областного бюджета Ульяновской области </w:t>
            </w:r>
            <w:r w:rsidR="0077397A" w:rsidRPr="00711F99">
              <w:rPr>
                <w:rFonts w:ascii="PT Astra Serif" w:hAnsi="PT Astra Serif"/>
                <w:sz w:val="28"/>
              </w:rPr>
              <w:t>на 202</w:t>
            </w:r>
            <w:r w:rsidR="009A14E8">
              <w:rPr>
                <w:rFonts w:ascii="PT Astra Serif" w:hAnsi="PT Astra Serif"/>
                <w:sz w:val="28"/>
              </w:rPr>
              <w:t>1</w:t>
            </w:r>
            <w:r w:rsidR="0077397A" w:rsidRPr="00711F99">
              <w:rPr>
                <w:rFonts w:ascii="PT Astra Serif" w:hAnsi="PT Astra Serif"/>
                <w:sz w:val="28"/>
              </w:rPr>
              <w:t xml:space="preserve"> год и на плановый период 202</w:t>
            </w:r>
            <w:r w:rsidR="009A14E8">
              <w:rPr>
                <w:rFonts w:ascii="PT Astra Serif" w:hAnsi="PT Astra Serif"/>
                <w:sz w:val="28"/>
              </w:rPr>
              <w:t>2</w:t>
            </w:r>
            <w:r w:rsidR="0077397A" w:rsidRPr="00711F99">
              <w:rPr>
                <w:rFonts w:ascii="PT Astra Serif" w:hAnsi="PT Astra Serif"/>
                <w:sz w:val="28"/>
              </w:rPr>
              <w:t xml:space="preserve"> и 202</w:t>
            </w:r>
            <w:r w:rsidR="009A14E8">
              <w:rPr>
                <w:rFonts w:ascii="PT Astra Serif" w:hAnsi="PT Astra Serif"/>
                <w:sz w:val="28"/>
              </w:rPr>
              <w:t>3</w:t>
            </w:r>
            <w:r w:rsidR="0077397A" w:rsidRPr="00711F99">
              <w:rPr>
                <w:rFonts w:ascii="PT Astra Serif" w:hAnsi="PT Astra Serif"/>
                <w:sz w:val="28"/>
              </w:rPr>
              <w:t xml:space="preserve"> годов </w:t>
            </w:r>
            <w:r w:rsidRPr="00711F99">
              <w:rPr>
                <w:rFonts w:ascii="PT Astra Serif" w:hAnsi="PT Astra Serif"/>
                <w:sz w:val="28"/>
              </w:rPr>
              <w:t xml:space="preserve">на </w:t>
            </w:r>
            <w:r w:rsidR="00D5752E">
              <w:rPr>
                <w:rFonts w:ascii="PT Astra Serif" w:hAnsi="PT Astra Serif"/>
                <w:sz w:val="28"/>
              </w:rPr>
              <w:t xml:space="preserve">       </w:t>
            </w:r>
            <w:r w:rsidRPr="00711F99">
              <w:rPr>
                <w:rFonts w:ascii="PT Astra Serif" w:hAnsi="PT Astra Serif"/>
                <w:sz w:val="28"/>
              </w:rPr>
              <w:t xml:space="preserve"> л</w:t>
            </w:r>
            <w:r w:rsidR="00A92E86" w:rsidRPr="00711F99">
              <w:rPr>
                <w:rFonts w:ascii="PT Astra Serif" w:hAnsi="PT Astra Serif"/>
                <w:sz w:val="28"/>
              </w:rPr>
              <w:t>.</w:t>
            </w:r>
            <w:r w:rsidRPr="00711F99">
              <w:rPr>
                <w:rFonts w:ascii="PT Astra Serif" w:hAnsi="PT Astra Serif"/>
                <w:sz w:val="28"/>
              </w:rPr>
              <w:t xml:space="preserve"> в 1 экз.</w:t>
            </w:r>
          </w:p>
        </w:tc>
      </w:tr>
    </w:tbl>
    <w:p w:rsidR="00B375BB" w:rsidRPr="00711F99" w:rsidRDefault="00B375BB" w:rsidP="00992F4B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8D1003" w:rsidRPr="00711F99" w:rsidRDefault="008D1003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A866C2" w:rsidP="00AB1AA9">
      <w:pPr>
        <w:jc w:val="right"/>
        <w:rPr>
          <w:rFonts w:ascii="PT Astra Serif" w:hAnsi="PT Astra Serif"/>
          <w:sz w:val="28"/>
        </w:rPr>
      </w:pPr>
      <w:r w:rsidRPr="00711F99">
        <w:rPr>
          <w:rFonts w:ascii="PT Astra Serif" w:hAnsi="PT Astra Serif"/>
          <w:sz w:val="28"/>
        </w:rPr>
        <w:t>С.И.Морозов</w:t>
      </w:r>
    </w:p>
    <w:p w:rsidR="001F2D14" w:rsidRPr="00711F99" w:rsidRDefault="001F2D14" w:rsidP="0057004F">
      <w:pPr>
        <w:jc w:val="both"/>
        <w:rPr>
          <w:rFonts w:ascii="PT Astra Serif" w:hAnsi="PT Astra Serif"/>
          <w:sz w:val="28"/>
        </w:rPr>
        <w:sectPr w:rsidR="001F2D14" w:rsidRPr="00711F99" w:rsidSect="009551D2">
          <w:headerReference w:type="default" r:id="rId7"/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  <w:bookmarkStart w:id="0" w:name="_GoBack"/>
      <w:bookmarkEnd w:id="0"/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EF5860" w:rsidRPr="00711F99" w:rsidRDefault="00EF5860" w:rsidP="0057004F">
      <w:pPr>
        <w:jc w:val="both"/>
        <w:rPr>
          <w:rFonts w:ascii="PT Astra Serif" w:hAnsi="PT Astra Serif"/>
          <w:sz w:val="14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36"/>
        </w:rPr>
      </w:pPr>
    </w:p>
    <w:p w:rsidR="00C93ECF" w:rsidRPr="00711F99" w:rsidRDefault="00C93ECF" w:rsidP="0057004F">
      <w:pPr>
        <w:jc w:val="both"/>
        <w:rPr>
          <w:rFonts w:ascii="PT Astra Serif" w:hAnsi="PT Astra Serif"/>
          <w:sz w:val="28"/>
        </w:rPr>
      </w:pPr>
    </w:p>
    <w:p w:rsidR="00FE7455" w:rsidRPr="00711F99" w:rsidRDefault="00FE7455" w:rsidP="0057004F">
      <w:pPr>
        <w:jc w:val="both"/>
        <w:rPr>
          <w:rFonts w:ascii="PT Astra Serif" w:hAnsi="PT Astra Serif"/>
          <w:sz w:val="28"/>
        </w:rPr>
      </w:pPr>
    </w:p>
    <w:p w:rsidR="00FE7455" w:rsidRPr="00711F99" w:rsidRDefault="00FE7455" w:rsidP="0057004F">
      <w:pPr>
        <w:jc w:val="both"/>
        <w:rPr>
          <w:rFonts w:ascii="PT Astra Serif" w:hAnsi="PT Astra Serif"/>
          <w:sz w:val="28"/>
        </w:rPr>
      </w:pPr>
    </w:p>
    <w:p w:rsidR="007267E9" w:rsidRPr="00711F99" w:rsidRDefault="007267E9" w:rsidP="0057004F">
      <w:pPr>
        <w:jc w:val="both"/>
        <w:rPr>
          <w:rFonts w:ascii="PT Astra Serif" w:hAnsi="PT Astra Serif"/>
          <w:sz w:val="28"/>
        </w:rPr>
      </w:pPr>
    </w:p>
    <w:p w:rsidR="00EA5C44" w:rsidRPr="00711F99" w:rsidRDefault="00EA5C44" w:rsidP="0057004F">
      <w:pPr>
        <w:jc w:val="both"/>
        <w:rPr>
          <w:rFonts w:ascii="PT Astra Serif" w:hAnsi="PT Astra Serif"/>
          <w:sz w:val="28"/>
        </w:rPr>
      </w:pPr>
    </w:p>
    <w:p w:rsidR="00EA5C44" w:rsidRPr="00711F99" w:rsidRDefault="00EA5C44" w:rsidP="0057004F">
      <w:pPr>
        <w:jc w:val="both"/>
        <w:rPr>
          <w:rFonts w:ascii="PT Astra Serif" w:hAnsi="PT Astra Serif"/>
          <w:sz w:val="28"/>
        </w:rPr>
      </w:pPr>
    </w:p>
    <w:p w:rsidR="001F2D14" w:rsidRPr="00711F99" w:rsidRDefault="001F2D14" w:rsidP="0057004F">
      <w:pPr>
        <w:jc w:val="both"/>
        <w:rPr>
          <w:rFonts w:ascii="PT Astra Serif" w:hAnsi="PT Astra Serif"/>
          <w:sz w:val="36"/>
        </w:rPr>
      </w:pPr>
    </w:p>
    <w:p w:rsidR="00C93ECF" w:rsidRPr="00711F99" w:rsidRDefault="003A59B0" w:rsidP="00F10F13">
      <w:pPr>
        <w:rPr>
          <w:rFonts w:ascii="PT Astra Serif" w:hAnsi="PT Astra Serif"/>
        </w:rPr>
      </w:pPr>
      <w:r>
        <w:rPr>
          <w:rFonts w:ascii="PT Astra Serif" w:hAnsi="PT Astra Serif"/>
        </w:rPr>
        <w:t>Брюханова Наталья Геннадьевна</w:t>
      </w:r>
    </w:p>
    <w:p w:rsidR="00B375BB" w:rsidRDefault="007304FB" w:rsidP="0057004F">
      <w:pPr>
        <w:jc w:val="both"/>
        <w:rPr>
          <w:rFonts w:ascii="PT Astra Serif" w:hAnsi="PT Astra Serif"/>
        </w:rPr>
      </w:pPr>
      <w:r w:rsidRPr="00711F99">
        <w:rPr>
          <w:rFonts w:ascii="PT Astra Serif" w:hAnsi="PT Astra Serif"/>
        </w:rPr>
        <w:t>44-06-99</w:t>
      </w:r>
    </w:p>
    <w:sectPr w:rsidR="00B375BB" w:rsidSect="009551D2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3B9" w:rsidRDefault="00B903B9" w:rsidP="001F2D14">
      <w:r>
        <w:separator/>
      </w:r>
    </w:p>
  </w:endnote>
  <w:endnote w:type="continuationSeparator" w:id="0">
    <w:p w:rsidR="00B903B9" w:rsidRDefault="00B903B9" w:rsidP="001F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3B9" w:rsidRDefault="00B903B9" w:rsidP="001F2D14">
      <w:r>
        <w:separator/>
      </w:r>
    </w:p>
  </w:footnote>
  <w:footnote w:type="continuationSeparator" w:id="0">
    <w:p w:rsidR="00B903B9" w:rsidRDefault="00B903B9" w:rsidP="001F2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95678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F2D14" w:rsidRPr="00711F99" w:rsidRDefault="00F501BB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711F99">
          <w:rPr>
            <w:rFonts w:ascii="PT Astra Serif" w:hAnsi="PT Astra Serif"/>
            <w:sz w:val="28"/>
            <w:szCs w:val="28"/>
          </w:rPr>
          <w:fldChar w:fldCharType="begin"/>
        </w:r>
        <w:r w:rsidR="001F2D14" w:rsidRPr="00711F99">
          <w:rPr>
            <w:rFonts w:ascii="PT Astra Serif" w:hAnsi="PT Astra Serif"/>
            <w:sz w:val="28"/>
            <w:szCs w:val="28"/>
          </w:rPr>
          <w:instrText>PAGE   \* MERGEFORMAT</w:instrText>
        </w:r>
        <w:r w:rsidRPr="00711F99">
          <w:rPr>
            <w:rFonts w:ascii="PT Astra Serif" w:hAnsi="PT Astra Serif"/>
            <w:sz w:val="28"/>
            <w:szCs w:val="28"/>
          </w:rPr>
          <w:fldChar w:fldCharType="separate"/>
        </w:r>
        <w:r w:rsidR="00BE06F4">
          <w:rPr>
            <w:rFonts w:ascii="PT Astra Serif" w:hAnsi="PT Astra Serif"/>
            <w:noProof/>
            <w:sz w:val="28"/>
            <w:szCs w:val="28"/>
          </w:rPr>
          <w:t>2</w:t>
        </w:r>
        <w:r w:rsidRPr="00711F9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96A"/>
    <w:rsid w:val="0000076A"/>
    <w:rsid w:val="00003C72"/>
    <w:rsid w:val="000122F2"/>
    <w:rsid w:val="000447D7"/>
    <w:rsid w:val="000559F7"/>
    <w:rsid w:val="000603FB"/>
    <w:rsid w:val="000660B3"/>
    <w:rsid w:val="0007422A"/>
    <w:rsid w:val="00092045"/>
    <w:rsid w:val="00096082"/>
    <w:rsid w:val="00097583"/>
    <w:rsid w:val="00097BD8"/>
    <w:rsid w:val="000B2D1C"/>
    <w:rsid w:val="000B7D8E"/>
    <w:rsid w:val="000D0F35"/>
    <w:rsid w:val="000F5AB2"/>
    <w:rsid w:val="00122821"/>
    <w:rsid w:val="0013737A"/>
    <w:rsid w:val="00145A50"/>
    <w:rsid w:val="0015183E"/>
    <w:rsid w:val="00151C0D"/>
    <w:rsid w:val="00187170"/>
    <w:rsid w:val="001B675A"/>
    <w:rsid w:val="001E0D54"/>
    <w:rsid w:val="001F1966"/>
    <w:rsid w:val="001F2D14"/>
    <w:rsid w:val="001F4E36"/>
    <w:rsid w:val="002201AB"/>
    <w:rsid w:val="002203C5"/>
    <w:rsid w:val="00222FB4"/>
    <w:rsid w:val="00227A66"/>
    <w:rsid w:val="00234FD1"/>
    <w:rsid w:val="00243E92"/>
    <w:rsid w:val="00253E10"/>
    <w:rsid w:val="00271713"/>
    <w:rsid w:val="00271998"/>
    <w:rsid w:val="00276876"/>
    <w:rsid w:val="00291741"/>
    <w:rsid w:val="00291DBA"/>
    <w:rsid w:val="00296CC2"/>
    <w:rsid w:val="002A1398"/>
    <w:rsid w:val="002C1FAB"/>
    <w:rsid w:val="002E06B8"/>
    <w:rsid w:val="002E0AC6"/>
    <w:rsid w:val="002F0CFF"/>
    <w:rsid w:val="002F3ADE"/>
    <w:rsid w:val="002F60B4"/>
    <w:rsid w:val="00301DD7"/>
    <w:rsid w:val="00311CB1"/>
    <w:rsid w:val="00315102"/>
    <w:rsid w:val="00315F93"/>
    <w:rsid w:val="003350B5"/>
    <w:rsid w:val="0035630A"/>
    <w:rsid w:val="003564F5"/>
    <w:rsid w:val="003578F2"/>
    <w:rsid w:val="003625E9"/>
    <w:rsid w:val="003726B3"/>
    <w:rsid w:val="00373525"/>
    <w:rsid w:val="00375AB0"/>
    <w:rsid w:val="003A59B0"/>
    <w:rsid w:val="00401621"/>
    <w:rsid w:val="004108DF"/>
    <w:rsid w:val="0042007E"/>
    <w:rsid w:val="00420D62"/>
    <w:rsid w:val="004402C4"/>
    <w:rsid w:val="0044310A"/>
    <w:rsid w:val="004511A6"/>
    <w:rsid w:val="004538AE"/>
    <w:rsid w:val="00455A26"/>
    <w:rsid w:val="004649B7"/>
    <w:rsid w:val="00470767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B70B4"/>
    <w:rsid w:val="004D2E8B"/>
    <w:rsid w:val="00503178"/>
    <w:rsid w:val="00503CA1"/>
    <w:rsid w:val="0050715E"/>
    <w:rsid w:val="00514D83"/>
    <w:rsid w:val="00544CB0"/>
    <w:rsid w:val="00546579"/>
    <w:rsid w:val="00561825"/>
    <w:rsid w:val="005623A0"/>
    <w:rsid w:val="00567B63"/>
    <w:rsid w:val="0057004F"/>
    <w:rsid w:val="00584D7D"/>
    <w:rsid w:val="0058574A"/>
    <w:rsid w:val="005923DF"/>
    <w:rsid w:val="005971D8"/>
    <w:rsid w:val="005A0D35"/>
    <w:rsid w:val="005B25AD"/>
    <w:rsid w:val="005B4F61"/>
    <w:rsid w:val="005E4F01"/>
    <w:rsid w:val="005E68F8"/>
    <w:rsid w:val="005E75BD"/>
    <w:rsid w:val="005F117E"/>
    <w:rsid w:val="006001C5"/>
    <w:rsid w:val="006008BE"/>
    <w:rsid w:val="006054A5"/>
    <w:rsid w:val="00613790"/>
    <w:rsid w:val="00650C6A"/>
    <w:rsid w:val="0065237F"/>
    <w:rsid w:val="00667E8C"/>
    <w:rsid w:val="006B0C37"/>
    <w:rsid w:val="006D094E"/>
    <w:rsid w:val="006D099B"/>
    <w:rsid w:val="006D7018"/>
    <w:rsid w:val="006F055D"/>
    <w:rsid w:val="00701B99"/>
    <w:rsid w:val="00701ECA"/>
    <w:rsid w:val="00711F99"/>
    <w:rsid w:val="007164EF"/>
    <w:rsid w:val="007267E9"/>
    <w:rsid w:val="007304FB"/>
    <w:rsid w:val="007320A6"/>
    <w:rsid w:val="00735161"/>
    <w:rsid w:val="007542C2"/>
    <w:rsid w:val="00754D4D"/>
    <w:rsid w:val="0077026A"/>
    <w:rsid w:val="0077397A"/>
    <w:rsid w:val="00781080"/>
    <w:rsid w:val="007934B5"/>
    <w:rsid w:val="007C4AB8"/>
    <w:rsid w:val="007C65FC"/>
    <w:rsid w:val="007D6270"/>
    <w:rsid w:val="007D6C21"/>
    <w:rsid w:val="00802E9C"/>
    <w:rsid w:val="00807AE0"/>
    <w:rsid w:val="0082050F"/>
    <w:rsid w:val="00837269"/>
    <w:rsid w:val="0084557B"/>
    <w:rsid w:val="008469E8"/>
    <w:rsid w:val="00853782"/>
    <w:rsid w:val="0086262B"/>
    <w:rsid w:val="00863D49"/>
    <w:rsid w:val="00871782"/>
    <w:rsid w:val="00874E0B"/>
    <w:rsid w:val="00875F3D"/>
    <w:rsid w:val="0088392E"/>
    <w:rsid w:val="0088471F"/>
    <w:rsid w:val="008A01F2"/>
    <w:rsid w:val="008A6845"/>
    <w:rsid w:val="008A69BB"/>
    <w:rsid w:val="008B08DE"/>
    <w:rsid w:val="008C6518"/>
    <w:rsid w:val="008D1003"/>
    <w:rsid w:val="008E2CB2"/>
    <w:rsid w:val="00902C42"/>
    <w:rsid w:val="0090614F"/>
    <w:rsid w:val="00910634"/>
    <w:rsid w:val="0092349D"/>
    <w:rsid w:val="00930C34"/>
    <w:rsid w:val="00935F3E"/>
    <w:rsid w:val="00941F8A"/>
    <w:rsid w:val="00950F86"/>
    <w:rsid w:val="00953787"/>
    <w:rsid w:val="009551D2"/>
    <w:rsid w:val="009571DF"/>
    <w:rsid w:val="00960781"/>
    <w:rsid w:val="00992F4B"/>
    <w:rsid w:val="009A14E8"/>
    <w:rsid w:val="009A4C19"/>
    <w:rsid w:val="009B5709"/>
    <w:rsid w:val="009D37F9"/>
    <w:rsid w:val="00A004D2"/>
    <w:rsid w:val="00A1332A"/>
    <w:rsid w:val="00A1776C"/>
    <w:rsid w:val="00A2435C"/>
    <w:rsid w:val="00A443F1"/>
    <w:rsid w:val="00A51C0B"/>
    <w:rsid w:val="00A55A4D"/>
    <w:rsid w:val="00A6200F"/>
    <w:rsid w:val="00A866C2"/>
    <w:rsid w:val="00A903CF"/>
    <w:rsid w:val="00A92E86"/>
    <w:rsid w:val="00AA725F"/>
    <w:rsid w:val="00AB1AA9"/>
    <w:rsid w:val="00AB5313"/>
    <w:rsid w:val="00AB63AF"/>
    <w:rsid w:val="00AC4BE3"/>
    <w:rsid w:val="00AE34FD"/>
    <w:rsid w:val="00B1096D"/>
    <w:rsid w:val="00B32CE4"/>
    <w:rsid w:val="00B375BB"/>
    <w:rsid w:val="00B61D61"/>
    <w:rsid w:val="00B62335"/>
    <w:rsid w:val="00B8793A"/>
    <w:rsid w:val="00B903B9"/>
    <w:rsid w:val="00B94FBD"/>
    <w:rsid w:val="00BA349D"/>
    <w:rsid w:val="00BB3FD0"/>
    <w:rsid w:val="00BC7AD2"/>
    <w:rsid w:val="00BD16AC"/>
    <w:rsid w:val="00BD1F5B"/>
    <w:rsid w:val="00BE0259"/>
    <w:rsid w:val="00BE06F4"/>
    <w:rsid w:val="00BF389C"/>
    <w:rsid w:val="00BF6AB3"/>
    <w:rsid w:val="00C5148E"/>
    <w:rsid w:val="00C745AB"/>
    <w:rsid w:val="00C769AA"/>
    <w:rsid w:val="00C80E61"/>
    <w:rsid w:val="00C81F81"/>
    <w:rsid w:val="00C91881"/>
    <w:rsid w:val="00C93ECF"/>
    <w:rsid w:val="00C95A66"/>
    <w:rsid w:val="00CA3826"/>
    <w:rsid w:val="00CA42DC"/>
    <w:rsid w:val="00CA6724"/>
    <w:rsid w:val="00CB0B62"/>
    <w:rsid w:val="00CB1528"/>
    <w:rsid w:val="00CC1F70"/>
    <w:rsid w:val="00CC4502"/>
    <w:rsid w:val="00CC7753"/>
    <w:rsid w:val="00CD3B3C"/>
    <w:rsid w:val="00CF1B22"/>
    <w:rsid w:val="00CF4D6A"/>
    <w:rsid w:val="00CF6C56"/>
    <w:rsid w:val="00D12058"/>
    <w:rsid w:val="00D251A5"/>
    <w:rsid w:val="00D4383B"/>
    <w:rsid w:val="00D468D0"/>
    <w:rsid w:val="00D506FD"/>
    <w:rsid w:val="00D53338"/>
    <w:rsid w:val="00D5752E"/>
    <w:rsid w:val="00D65586"/>
    <w:rsid w:val="00D7435D"/>
    <w:rsid w:val="00DA0E0E"/>
    <w:rsid w:val="00DA6CFC"/>
    <w:rsid w:val="00DB2DAB"/>
    <w:rsid w:val="00DB7D13"/>
    <w:rsid w:val="00DB7EB4"/>
    <w:rsid w:val="00DC2128"/>
    <w:rsid w:val="00DE1552"/>
    <w:rsid w:val="00DF037D"/>
    <w:rsid w:val="00DF23BF"/>
    <w:rsid w:val="00DF7BDA"/>
    <w:rsid w:val="00E010FD"/>
    <w:rsid w:val="00E03C1F"/>
    <w:rsid w:val="00E05D67"/>
    <w:rsid w:val="00E13B8B"/>
    <w:rsid w:val="00E72A87"/>
    <w:rsid w:val="00E87CDF"/>
    <w:rsid w:val="00EA0104"/>
    <w:rsid w:val="00EA5C44"/>
    <w:rsid w:val="00EC4456"/>
    <w:rsid w:val="00EC7C2C"/>
    <w:rsid w:val="00ED61AC"/>
    <w:rsid w:val="00EE2D75"/>
    <w:rsid w:val="00EF5860"/>
    <w:rsid w:val="00F10F13"/>
    <w:rsid w:val="00F11C40"/>
    <w:rsid w:val="00F34E28"/>
    <w:rsid w:val="00F3563B"/>
    <w:rsid w:val="00F44943"/>
    <w:rsid w:val="00F501BB"/>
    <w:rsid w:val="00F56857"/>
    <w:rsid w:val="00F70D6A"/>
    <w:rsid w:val="00F71137"/>
    <w:rsid w:val="00F73379"/>
    <w:rsid w:val="00F81A75"/>
    <w:rsid w:val="00F84728"/>
    <w:rsid w:val="00F91298"/>
    <w:rsid w:val="00F93E58"/>
    <w:rsid w:val="00FB5ECD"/>
    <w:rsid w:val="00FC7F12"/>
    <w:rsid w:val="00FD6832"/>
    <w:rsid w:val="00FE096A"/>
    <w:rsid w:val="00FE524C"/>
    <w:rsid w:val="00FE5E58"/>
    <w:rsid w:val="00FE7455"/>
    <w:rsid w:val="00FF4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CC2"/>
  </w:style>
  <w:style w:type="paragraph" w:styleId="1">
    <w:name w:val="heading 1"/>
    <w:basedOn w:val="a"/>
    <w:next w:val="a"/>
    <w:qFormat/>
    <w:rsid w:val="00296CC2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sid w:val="00296CC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296CC2"/>
    <w:pPr>
      <w:ind w:left="1653"/>
    </w:pPr>
    <w:rPr>
      <w:sz w:val="28"/>
    </w:rPr>
  </w:style>
  <w:style w:type="paragraph" w:styleId="a6">
    <w:name w:val="header"/>
    <w:basedOn w:val="a"/>
    <w:link w:val="a7"/>
    <w:uiPriority w:val="99"/>
    <w:rsid w:val="001F2D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2D14"/>
  </w:style>
  <w:style w:type="paragraph" w:styleId="a8">
    <w:name w:val="footer"/>
    <w:basedOn w:val="a"/>
    <w:link w:val="a9"/>
    <w:rsid w:val="001F2D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F2D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styleId="a6">
    <w:name w:val="header"/>
    <w:basedOn w:val="a"/>
    <w:link w:val="a7"/>
    <w:uiPriority w:val="99"/>
    <w:rsid w:val="001F2D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2D14"/>
  </w:style>
  <w:style w:type="paragraph" w:styleId="a8">
    <w:name w:val="footer"/>
    <w:basedOn w:val="a"/>
    <w:link w:val="a9"/>
    <w:rsid w:val="001F2D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F2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3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56</TotalTime>
  <Pages>3</Pages>
  <Words>406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Пользователь Windows</cp:lastModifiedBy>
  <cp:revision>10</cp:revision>
  <cp:lastPrinted>2020-10-20T09:33:00Z</cp:lastPrinted>
  <dcterms:created xsi:type="dcterms:W3CDTF">2019-09-27T07:09:00Z</dcterms:created>
  <dcterms:modified xsi:type="dcterms:W3CDTF">2020-10-20T09:47:00Z</dcterms:modified>
</cp:coreProperties>
</file>